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34CB6A" w14:textId="1921997A" w:rsidR="006E5D65" w:rsidRPr="00B169DF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 </w:t>
      </w:r>
      <w:r w:rsidRPr="00B169DF">
        <w:rPr>
          <w:rFonts w:ascii="Corbel" w:hAnsi="Corbel"/>
          <w:bCs/>
          <w:i/>
        </w:rPr>
        <w:t xml:space="preserve"> nr </w:t>
      </w:r>
      <w:r w:rsidR="00886C7A">
        <w:rPr>
          <w:rFonts w:ascii="Corbel" w:hAnsi="Corbel"/>
          <w:bCs/>
          <w:i/>
        </w:rPr>
        <w:t>12</w:t>
      </w:r>
      <w:r w:rsidR="00F61A26" w:rsidRPr="00B169DF">
        <w:rPr>
          <w:rFonts w:ascii="Corbel" w:hAnsi="Corbel"/>
          <w:bCs/>
          <w:i/>
        </w:rPr>
        <w:t>/20</w:t>
      </w:r>
      <w:r w:rsidR="00886C7A">
        <w:rPr>
          <w:rFonts w:ascii="Corbel" w:hAnsi="Corbel"/>
          <w:bCs/>
          <w:i/>
        </w:rPr>
        <w:t>19</w:t>
      </w:r>
    </w:p>
    <w:p w14:paraId="096C8CBC" w14:textId="77777777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245FB901" w14:textId="28CCC09C"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D6175E">
        <w:rPr>
          <w:rFonts w:ascii="Corbel" w:hAnsi="Corbel"/>
          <w:i/>
          <w:smallCaps/>
          <w:sz w:val="24"/>
          <w:szCs w:val="24"/>
        </w:rPr>
        <w:t xml:space="preserve"> 20</w:t>
      </w:r>
      <w:r w:rsidR="00886C7A">
        <w:rPr>
          <w:rFonts w:ascii="Corbel" w:hAnsi="Corbel"/>
          <w:i/>
          <w:smallCaps/>
          <w:sz w:val="24"/>
          <w:szCs w:val="24"/>
        </w:rPr>
        <w:t>21</w:t>
      </w:r>
      <w:r w:rsidR="00D6175E">
        <w:rPr>
          <w:rFonts w:ascii="Corbel" w:hAnsi="Corbel"/>
          <w:i/>
          <w:smallCaps/>
          <w:sz w:val="24"/>
          <w:szCs w:val="24"/>
        </w:rPr>
        <w:t>-202</w:t>
      </w:r>
      <w:r w:rsidR="00886C7A">
        <w:rPr>
          <w:rFonts w:ascii="Corbel" w:hAnsi="Corbel"/>
          <w:i/>
          <w:smallCaps/>
          <w:sz w:val="24"/>
          <w:szCs w:val="24"/>
        </w:rPr>
        <w:t>6</w:t>
      </w:r>
    </w:p>
    <w:p w14:paraId="07491164" w14:textId="77777777" w:rsidR="0085747A" w:rsidRPr="00B169DF" w:rsidRDefault="0085747A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0"/>
          <w:szCs w:val="20"/>
        </w:rPr>
        <w:t>(skrajne daty</w:t>
      </w:r>
      <w:r w:rsidRPr="00B169DF">
        <w:rPr>
          <w:rFonts w:ascii="Corbel" w:hAnsi="Corbel"/>
          <w:sz w:val="20"/>
          <w:szCs w:val="20"/>
        </w:rPr>
        <w:t>)</w:t>
      </w:r>
    </w:p>
    <w:p w14:paraId="192CDB62" w14:textId="34145892" w:rsidR="00445970" w:rsidRPr="00B169DF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  <w:t>R</w:t>
      </w:r>
      <w:r w:rsidR="00A91E0E">
        <w:rPr>
          <w:rFonts w:ascii="Corbel" w:hAnsi="Corbel"/>
          <w:sz w:val="20"/>
          <w:szCs w:val="20"/>
        </w:rPr>
        <w:t>ok akademicki   202</w:t>
      </w:r>
      <w:r w:rsidR="00886C7A">
        <w:rPr>
          <w:rFonts w:ascii="Corbel" w:hAnsi="Corbel"/>
          <w:sz w:val="20"/>
          <w:szCs w:val="20"/>
        </w:rPr>
        <w:t>3</w:t>
      </w:r>
      <w:r w:rsidR="00A91E0E">
        <w:rPr>
          <w:rFonts w:ascii="Corbel" w:hAnsi="Corbel"/>
          <w:sz w:val="20"/>
          <w:szCs w:val="20"/>
        </w:rPr>
        <w:t>/20</w:t>
      </w:r>
      <w:r w:rsidR="00886C7A">
        <w:rPr>
          <w:rFonts w:ascii="Corbel" w:hAnsi="Corbel"/>
          <w:sz w:val="20"/>
          <w:szCs w:val="20"/>
        </w:rPr>
        <w:t>24</w:t>
      </w:r>
    </w:p>
    <w:p w14:paraId="68E8FEF6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D8A24B1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14:paraId="2078B07F" w14:textId="77777777" w:rsidTr="00B819C8">
        <w:tc>
          <w:tcPr>
            <w:tcW w:w="2694" w:type="dxa"/>
            <w:vAlign w:val="center"/>
          </w:tcPr>
          <w:p w14:paraId="47AE87C5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D9B78DF" w14:textId="77777777" w:rsidR="0085747A" w:rsidRPr="00B169DF" w:rsidRDefault="00D6175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151C4">
              <w:rPr>
                <w:rFonts w:ascii="Corbel" w:hAnsi="Corbel"/>
                <w:color w:val="auto"/>
                <w:sz w:val="24"/>
                <w:szCs w:val="24"/>
              </w:rPr>
              <w:t>Prawo finansów publicznych</w:t>
            </w:r>
          </w:p>
        </w:tc>
      </w:tr>
      <w:tr w:rsidR="0085747A" w:rsidRPr="00B169DF" w14:paraId="044863D3" w14:textId="77777777" w:rsidTr="00B819C8">
        <w:tc>
          <w:tcPr>
            <w:tcW w:w="2694" w:type="dxa"/>
            <w:vAlign w:val="center"/>
          </w:tcPr>
          <w:p w14:paraId="5117B56D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59806C5" w14:textId="77777777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D6175E" w:rsidRPr="00B169DF" w14:paraId="60575E18" w14:textId="77777777" w:rsidTr="00B819C8">
        <w:tc>
          <w:tcPr>
            <w:tcW w:w="2694" w:type="dxa"/>
            <w:vAlign w:val="center"/>
          </w:tcPr>
          <w:p w14:paraId="682A483A" w14:textId="77777777" w:rsidR="00D6175E" w:rsidRPr="00B169DF" w:rsidRDefault="00D6175E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3921CA36" w14:textId="77777777" w:rsidR="00D6175E" w:rsidRPr="001670D7" w:rsidRDefault="00D6175E" w:rsidP="00FF2761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D6175E" w:rsidRPr="00B169DF" w14:paraId="0AD8C1AF" w14:textId="77777777" w:rsidTr="00B819C8">
        <w:tc>
          <w:tcPr>
            <w:tcW w:w="2694" w:type="dxa"/>
            <w:vAlign w:val="center"/>
          </w:tcPr>
          <w:p w14:paraId="12C1AED1" w14:textId="77777777" w:rsidR="00D6175E" w:rsidRPr="00B169DF" w:rsidRDefault="00D6175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B5C3136" w14:textId="77777777" w:rsidR="00D6175E" w:rsidRPr="001670D7" w:rsidRDefault="00D6175E" w:rsidP="00FF2761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66CAE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Pr="00D66CAE">
              <w:rPr>
                <w:rFonts w:ascii="Corbel" w:hAnsi="Corbel"/>
                <w:b w:val="0"/>
                <w:color w:val="auto"/>
                <w:sz w:val="24"/>
                <w:szCs w:val="24"/>
              </w:rPr>
              <w:t>Nauk Prawnych</w:t>
            </w:r>
          </w:p>
        </w:tc>
      </w:tr>
      <w:tr w:rsidR="00D6175E" w:rsidRPr="00B169DF" w14:paraId="6574D49A" w14:textId="77777777" w:rsidTr="00B819C8">
        <w:tc>
          <w:tcPr>
            <w:tcW w:w="2694" w:type="dxa"/>
            <w:vAlign w:val="center"/>
          </w:tcPr>
          <w:p w14:paraId="388AFA9E" w14:textId="77777777" w:rsidR="00D6175E" w:rsidRPr="00B169DF" w:rsidRDefault="00D6175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6BD4109" w14:textId="77777777" w:rsidR="00D6175E" w:rsidRPr="001670D7" w:rsidRDefault="00D6175E" w:rsidP="00FF2761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670D7">
              <w:rPr>
                <w:rFonts w:ascii="Corbel" w:hAnsi="Corbel"/>
                <w:b w:val="0"/>
                <w:color w:val="auto"/>
                <w:sz w:val="24"/>
                <w:szCs w:val="24"/>
              </w:rPr>
              <w:t>Prawo</w:t>
            </w:r>
          </w:p>
        </w:tc>
      </w:tr>
      <w:tr w:rsidR="00D6175E" w:rsidRPr="00B169DF" w14:paraId="3101F850" w14:textId="77777777" w:rsidTr="00B819C8">
        <w:tc>
          <w:tcPr>
            <w:tcW w:w="2694" w:type="dxa"/>
            <w:vAlign w:val="center"/>
          </w:tcPr>
          <w:p w14:paraId="4E0D0C15" w14:textId="77777777" w:rsidR="00D6175E" w:rsidRPr="00B169DF" w:rsidRDefault="00D6175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595704C" w14:textId="77777777" w:rsidR="00D6175E" w:rsidRPr="001670D7" w:rsidRDefault="00D6175E" w:rsidP="00FF2761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670D7">
              <w:rPr>
                <w:rFonts w:ascii="Corbel" w:hAnsi="Corbel"/>
                <w:b w:val="0"/>
                <w:color w:val="auto"/>
                <w:sz w:val="24"/>
                <w:szCs w:val="24"/>
              </w:rPr>
              <w:t>Jednolite Magisterskie</w:t>
            </w:r>
          </w:p>
        </w:tc>
      </w:tr>
      <w:tr w:rsidR="00D6175E" w:rsidRPr="00B169DF" w14:paraId="44BB243F" w14:textId="77777777" w:rsidTr="00B819C8">
        <w:tc>
          <w:tcPr>
            <w:tcW w:w="2694" w:type="dxa"/>
            <w:vAlign w:val="center"/>
          </w:tcPr>
          <w:p w14:paraId="339FF3B3" w14:textId="77777777" w:rsidR="00D6175E" w:rsidRPr="00B169DF" w:rsidRDefault="00D6175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A54DD51" w14:textId="77777777" w:rsidR="00D6175E" w:rsidRPr="001670D7" w:rsidRDefault="00D6175E" w:rsidP="00FF2761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670D7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D6175E" w:rsidRPr="00B169DF" w14:paraId="3D707EDF" w14:textId="77777777" w:rsidTr="00B819C8">
        <w:tc>
          <w:tcPr>
            <w:tcW w:w="2694" w:type="dxa"/>
            <w:vAlign w:val="center"/>
          </w:tcPr>
          <w:p w14:paraId="5A6A6B16" w14:textId="77777777" w:rsidR="00D6175E" w:rsidRPr="00B169DF" w:rsidRDefault="00D6175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F9B21E7" w14:textId="77777777" w:rsidR="00D6175E" w:rsidRPr="001670D7" w:rsidRDefault="002F21FD" w:rsidP="00FF2761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Nies</w:t>
            </w:r>
            <w:r w:rsidR="00D6175E" w:rsidRPr="001670D7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tacjonarne</w:t>
            </w:r>
          </w:p>
        </w:tc>
      </w:tr>
      <w:tr w:rsidR="00D6175E" w:rsidRPr="00B169DF" w14:paraId="75BB5EC2" w14:textId="77777777" w:rsidTr="00B819C8">
        <w:tc>
          <w:tcPr>
            <w:tcW w:w="2694" w:type="dxa"/>
            <w:vAlign w:val="center"/>
          </w:tcPr>
          <w:p w14:paraId="1FC016B1" w14:textId="77777777" w:rsidR="00D6175E" w:rsidRPr="00B169DF" w:rsidRDefault="00D6175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27334A6F" w14:textId="77777777" w:rsidR="00D6175E" w:rsidRPr="001670D7" w:rsidRDefault="00D6175E" w:rsidP="00FF2761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670D7">
              <w:rPr>
                <w:rFonts w:ascii="Corbel" w:hAnsi="Corbel"/>
                <w:b w:val="0"/>
                <w:color w:val="auto"/>
                <w:sz w:val="24"/>
                <w:szCs w:val="24"/>
              </w:rPr>
              <w:t>Rok III, semestr V</w:t>
            </w:r>
          </w:p>
        </w:tc>
      </w:tr>
      <w:tr w:rsidR="00D6175E" w:rsidRPr="00B169DF" w14:paraId="336D23C9" w14:textId="77777777" w:rsidTr="00B819C8">
        <w:tc>
          <w:tcPr>
            <w:tcW w:w="2694" w:type="dxa"/>
            <w:vAlign w:val="center"/>
          </w:tcPr>
          <w:p w14:paraId="302F41E5" w14:textId="77777777" w:rsidR="00D6175E" w:rsidRPr="00B169DF" w:rsidRDefault="00D6175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FFFCD21" w14:textId="77777777" w:rsidR="00D6175E" w:rsidRPr="001670D7" w:rsidRDefault="00D6175E" w:rsidP="00FF2761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670D7">
              <w:rPr>
                <w:rFonts w:ascii="Corbel" w:hAnsi="Corbel"/>
                <w:b w:val="0"/>
                <w:color w:val="auto"/>
                <w:sz w:val="24"/>
                <w:szCs w:val="24"/>
              </w:rPr>
              <w:t>Obowiązkowy</w:t>
            </w:r>
          </w:p>
        </w:tc>
      </w:tr>
      <w:tr w:rsidR="00D6175E" w:rsidRPr="00B169DF" w14:paraId="315B0A52" w14:textId="77777777" w:rsidTr="00B819C8">
        <w:tc>
          <w:tcPr>
            <w:tcW w:w="2694" w:type="dxa"/>
            <w:vAlign w:val="center"/>
          </w:tcPr>
          <w:p w14:paraId="7D02A3B7" w14:textId="77777777" w:rsidR="00D6175E" w:rsidRPr="00B169DF" w:rsidRDefault="00D6175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94FB18B" w14:textId="77777777" w:rsidR="00D6175E" w:rsidRPr="001670D7" w:rsidRDefault="00D6175E" w:rsidP="00FF2761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D6175E" w:rsidRPr="000D6D8A" w14:paraId="24CFFCD6" w14:textId="77777777" w:rsidTr="00B819C8">
        <w:tc>
          <w:tcPr>
            <w:tcW w:w="2694" w:type="dxa"/>
            <w:vAlign w:val="center"/>
          </w:tcPr>
          <w:p w14:paraId="0CA7CA0D" w14:textId="77777777" w:rsidR="00D6175E" w:rsidRPr="00B169DF" w:rsidRDefault="00D6175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BFF1B88" w14:textId="7BFF72B3" w:rsidR="00D6175E" w:rsidRPr="000D6D8A" w:rsidRDefault="000D6D8A" w:rsidP="00FF2761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</w:pPr>
            <w:r w:rsidRPr="000D6D8A"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 xml:space="preserve">Prof. 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>d</w:t>
            </w:r>
            <w:r w:rsidR="00730A69"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>r hab. Elżbieta Feret</w:t>
            </w:r>
          </w:p>
        </w:tc>
      </w:tr>
      <w:tr w:rsidR="00D6175E" w:rsidRPr="00B169DF" w14:paraId="2DCF9289" w14:textId="77777777" w:rsidTr="00C41B38">
        <w:tc>
          <w:tcPr>
            <w:tcW w:w="2694" w:type="dxa"/>
            <w:vAlign w:val="center"/>
          </w:tcPr>
          <w:p w14:paraId="5A235BB5" w14:textId="77777777" w:rsidR="00D6175E" w:rsidRPr="00B169DF" w:rsidRDefault="00D6175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</w:tcPr>
          <w:p w14:paraId="198210EA" w14:textId="01925EBE" w:rsidR="00D6175E" w:rsidRPr="001670D7" w:rsidRDefault="000D6D8A" w:rsidP="00FF2761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Prof. d</w:t>
            </w:r>
            <w:r w:rsidR="00730A69">
              <w:rPr>
                <w:rFonts w:ascii="Corbel" w:hAnsi="Corbel"/>
                <w:b w:val="0"/>
                <w:color w:val="auto"/>
                <w:sz w:val="24"/>
                <w:szCs w:val="24"/>
              </w:rPr>
              <w:t>r hab. Elżbieta Feret</w:t>
            </w:r>
            <w:r w:rsidR="00D6175E" w:rsidRPr="009729E1">
              <w:rPr>
                <w:rFonts w:ascii="Corbel" w:hAnsi="Corbel"/>
                <w:b w:val="0"/>
                <w:color w:val="auto"/>
                <w:sz w:val="24"/>
                <w:szCs w:val="24"/>
              </w:rPr>
              <w:t>, dr Paweł Majka</w:t>
            </w:r>
            <w:r w:rsidR="00D6175E">
              <w:rPr>
                <w:rFonts w:ascii="Corbel" w:hAnsi="Corbel"/>
                <w:b w:val="0"/>
                <w:color w:val="auto"/>
                <w:sz w:val="24"/>
                <w:szCs w:val="24"/>
              </w:rPr>
              <w:t>, dr Marta Sagan,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="00D6175E">
              <w:rPr>
                <w:rFonts w:ascii="Corbel" w:hAnsi="Corbel"/>
                <w:b w:val="0"/>
                <w:color w:val="auto"/>
                <w:sz w:val="24"/>
                <w:szCs w:val="24"/>
              </w:rPr>
              <w:t>dr Anna Wójtowicz-Dawid, dr Joanna Łubina</w:t>
            </w:r>
          </w:p>
        </w:tc>
      </w:tr>
    </w:tbl>
    <w:p w14:paraId="0F356E16" w14:textId="77777777"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="00D6175E">
        <w:rPr>
          <w:rFonts w:ascii="Corbel" w:hAnsi="Corbel"/>
          <w:b w:val="0"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0FCCED14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3AFDCC0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CB48C56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169DF" w14:paraId="63988334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8B03C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420DC457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320F9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8C6FAB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4B0DE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21DB8A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FFB07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7E075E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D6C7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6666AC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7DA7BC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34CF21D5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E4CA9" w14:textId="77777777" w:rsidR="00015B8F" w:rsidRPr="00B169DF" w:rsidRDefault="00A91E0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FE962" w14:textId="79AA8B27" w:rsidR="00015B8F" w:rsidRPr="00B169DF" w:rsidRDefault="00304ED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8FCFD" w14:textId="60561705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E4C13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970C3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7A60F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A504A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6DB42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64B8A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CE1CD" w14:textId="77777777" w:rsidR="00015B8F" w:rsidRPr="00B169DF" w:rsidRDefault="00A91E0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30395F" w:rsidRPr="00B169DF" w14:paraId="209E59A0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1B03D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2DA8F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7593C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71440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094FB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04C71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178C0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20E3A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8B4EA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159C8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75E10E49" w14:textId="77777777" w:rsidR="00923D7D" w:rsidRPr="00B169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5EE0B71" w14:textId="77777777"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839D0E2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4D0F37FB" w14:textId="07A345A4" w:rsidR="0085747A" w:rsidRPr="00B169DF" w:rsidRDefault="008F46CC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 xml:space="preserve">     </w:t>
      </w:r>
      <w:r w:rsidR="0085747A" w:rsidRPr="00B169DF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5BE375C5" w14:textId="77777777" w:rsidR="0085747A" w:rsidRPr="00B169DF" w:rsidRDefault="00A91E0E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>⌧</w:t>
      </w:r>
      <w:r w:rsidR="0062025F">
        <w:rPr>
          <w:rFonts w:ascii="Segoe UI Symbol" w:eastAsia="MS Gothic" w:hAnsi="Segoe UI Symbol" w:cs="Segoe UI Symbol"/>
          <w:b w:val="0"/>
          <w:szCs w:val="24"/>
        </w:rPr>
        <w:t xml:space="preserve"> </w:t>
      </w:r>
      <w:r w:rsidR="0085747A" w:rsidRPr="00B169DF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4029DB63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0D2301F" w14:textId="77777777"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 (z toku) </w:t>
      </w:r>
      <w:r w:rsidRPr="00B169D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70EE00C" w14:textId="042BDDBD" w:rsidR="00A91E0E" w:rsidRDefault="00A91E0E" w:rsidP="00A91E0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1670D7">
        <w:rPr>
          <w:rFonts w:ascii="Corbel" w:hAnsi="Corbel"/>
          <w:b w:val="0"/>
          <w:szCs w:val="24"/>
        </w:rPr>
        <w:t>egzamin pisemny ewentualnie ustny.</w:t>
      </w:r>
    </w:p>
    <w:p w14:paraId="20B5FDE2" w14:textId="77777777" w:rsidR="00E960BB" w:rsidRPr="00B169D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0D9928F" w14:textId="77777777"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59908CD7" w14:textId="77777777" w:rsidTr="00745302">
        <w:tc>
          <w:tcPr>
            <w:tcW w:w="9670" w:type="dxa"/>
          </w:tcPr>
          <w:p w14:paraId="35D8280E" w14:textId="77777777" w:rsidR="0085747A" w:rsidRPr="00B169DF" w:rsidRDefault="00A91E0E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670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Prawo konstytucyjne, prawo administracyjne, prawo cywilne, teoria prawa.</w:t>
            </w:r>
          </w:p>
          <w:p w14:paraId="40856C17" w14:textId="77777777" w:rsidR="0085747A" w:rsidRPr="00B169DF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1977EFD2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9380B5B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3.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 xml:space="preserve"> , treści Programowe i stosowane metody Dydaktyczne</w:t>
      </w:r>
    </w:p>
    <w:p w14:paraId="66186125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053C665" w14:textId="77777777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38EEF77E" w14:textId="77777777"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669"/>
      </w:tblGrid>
      <w:tr w:rsidR="00A91E0E" w:rsidRPr="001670D7" w14:paraId="02BC4357" w14:textId="77777777" w:rsidTr="00A91E0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97EB4" w14:textId="77777777" w:rsidR="00A91E0E" w:rsidRPr="00A91E0E" w:rsidRDefault="00A91E0E" w:rsidP="00A91E0E">
            <w:pPr>
              <w:pStyle w:val="Podpunkty"/>
              <w:spacing w:before="40" w:after="40"/>
              <w:rPr>
                <w:rFonts w:ascii="Corbel" w:hAnsi="Corbel"/>
                <w:b w:val="0"/>
                <w:sz w:val="24"/>
                <w:szCs w:val="24"/>
              </w:rPr>
            </w:pPr>
            <w:r w:rsidRPr="00A91E0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EA8BE" w14:textId="77777777" w:rsidR="00A91E0E" w:rsidRPr="00A91E0E" w:rsidRDefault="00A91E0E" w:rsidP="00A91E0E">
            <w:pPr>
              <w:pStyle w:val="Podpunkty"/>
              <w:spacing w:before="40" w:after="4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91E0E">
              <w:rPr>
                <w:rFonts w:ascii="Corbel" w:hAnsi="Corbel"/>
                <w:b w:val="0"/>
                <w:sz w:val="24"/>
                <w:szCs w:val="24"/>
              </w:rPr>
              <w:t xml:space="preserve">Student ma zapoznać się z podstawowymi instytucjami prawa finansów publicznych, objętymi zakresem wykładu. </w:t>
            </w:r>
          </w:p>
        </w:tc>
      </w:tr>
      <w:tr w:rsidR="00A91E0E" w:rsidRPr="001670D7" w14:paraId="3F64613E" w14:textId="77777777" w:rsidTr="00A91E0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00A92" w14:textId="77777777" w:rsidR="00A91E0E" w:rsidRPr="00A91E0E" w:rsidRDefault="00A91E0E" w:rsidP="00A91E0E">
            <w:pPr>
              <w:pStyle w:val="Podpunkty"/>
              <w:spacing w:before="40" w:after="40"/>
              <w:rPr>
                <w:rFonts w:ascii="Corbel" w:hAnsi="Corbel"/>
                <w:b w:val="0"/>
                <w:sz w:val="24"/>
                <w:szCs w:val="24"/>
              </w:rPr>
            </w:pPr>
            <w:r w:rsidRPr="00A91E0E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22BBA" w14:textId="77777777" w:rsidR="00A91E0E" w:rsidRPr="00A91E0E" w:rsidRDefault="00A91E0E" w:rsidP="00A91E0E">
            <w:pPr>
              <w:pStyle w:val="Podpunkty"/>
              <w:spacing w:before="40" w:after="40"/>
              <w:rPr>
                <w:rFonts w:ascii="Corbel" w:hAnsi="Corbel"/>
                <w:b w:val="0"/>
                <w:sz w:val="24"/>
                <w:szCs w:val="24"/>
              </w:rPr>
            </w:pPr>
            <w:r w:rsidRPr="00A91E0E">
              <w:rPr>
                <w:rFonts w:ascii="Corbel" w:hAnsi="Corbel"/>
                <w:b w:val="0"/>
                <w:sz w:val="24"/>
                <w:szCs w:val="24"/>
              </w:rPr>
              <w:t>Student ma zrozumieć i dostrzegać związki prawa finansów publicznych z innymi dziedzinami prawa.</w:t>
            </w:r>
          </w:p>
        </w:tc>
      </w:tr>
      <w:tr w:rsidR="00A91E0E" w:rsidRPr="001670D7" w14:paraId="4E2903D8" w14:textId="77777777" w:rsidTr="00A91E0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35A8C" w14:textId="77777777" w:rsidR="00A91E0E" w:rsidRPr="00A91E0E" w:rsidRDefault="00A91E0E" w:rsidP="00A91E0E">
            <w:pPr>
              <w:pStyle w:val="Podpunkty"/>
              <w:spacing w:before="40" w:after="40"/>
              <w:rPr>
                <w:rFonts w:ascii="Corbel" w:hAnsi="Corbel"/>
                <w:b w:val="0"/>
                <w:sz w:val="24"/>
                <w:szCs w:val="24"/>
              </w:rPr>
            </w:pPr>
            <w:r w:rsidRPr="00A91E0E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56A39" w14:textId="77777777" w:rsidR="00A91E0E" w:rsidRPr="00A91E0E" w:rsidRDefault="00A91E0E" w:rsidP="00A91E0E">
            <w:pPr>
              <w:pStyle w:val="Podpunkty"/>
              <w:spacing w:before="40" w:after="40"/>
              <w:rPr>
                <w:rFonts w:ascii="Corbel" w:hAnsi="Corbel"/>
                <w:b w:val="0"/>
                <w:sz w:val="24"/>
                <w:szCs w:val="24"/>
              </w:rPr>
            </w:pPr>
            <w:r w:rsidRPr="00A91E0E">
              <w:rPr>
                <w:rFonts w:ascii="Corbel" w:hAnsi="Corbel"/>
                <w:b w:val="0"/>
                <w:sz w:val="24"/>
                <w:szCs w:val="24"/>
              </w:rPr>
              <w:t>Student ma zapoznać się ze specyfiką konstrukcji przepisów prawnofinansowych.</w:t>
            </w:r>
          </w:p>
        </w:tc>
      </w:tr>
      <w:tr w:rsidR="00A91E0E" w:rsidRPr="001670D7" w14:paraId="4C966F66" w14:textId="77777777" w:rsidTr="00A91E0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5481E" w14:textId="77777777" w:rsidR="00A91E0E" w:rsidRPr="00A91E0E" w:rsidRDefault="00A91E0E" w:rsidP="00A91E0E">
            <w:pPr>
              <w:pStyle w:val="Podpunkty"/>
              <w:spacing w:before="40" w:after="40"/>
              <w:rPr>
                <w:rFonts w:ascii="Corbel" w:hAnsi="Corbel"/>
                <w:b w:val="0"/>
                <w:sz w:val="24"/>
                <w:szCs w:val="24"/>
              </w:rPr>
            </w:pPr>
            <w:r w:rsidRPr="00A91E0E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C67CA" w14:textId="77777777" w:rsidR="00A91E0E" w:rsidRPr="00A91E0E" w:rsidRDefault="00A91E0E" w:rsidP="00A91E0E">
            <w:pPr>
              <w:pStyle w:val="Podpunkty"/>
              <w:spacing w:before="40" w:after="40"/>
              <w:rPr>
                <w:rFonts w:ascii="Corbel" w:hAnsi="Corbel"/>
                <w:b w:val="0"/>
                <w:sz w:val="24"/>
                <w:szCs w:val="24"/>
              </w:rPr>
            </w:pPr>
            <w:r w:rsidRPr="00A91E0E">
              <w:rPr>
                <w:rFonts w:ascii="Corbel" w:hAnsi="Corbel"/>
                <w:b w:val="0"/>
                <w:sz w:val="24"/>
                <w:szCs w:val="24"/>
              </w:rPr>
              <w:t>Student ma nabyć umiejętność interpretacji przepisów prawnofinansowych.</w:t>
            </w:r>
          </w:p>
        </w:tc>
      </w:tr>
    </w:tbl>
    <w:p w14:paraId="423C6CAD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32213C6" w14:textId="77777777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</w:p>
    <w:p w14:paraId="6D5D4E1F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85747A" w:rsidRPr="00B169DF" w14:paraId="4ACBB280" w14:textId="77777777" w:rsidTr="0071620A">
        <w:tc>
          <w:tcPr>
            <w:tcW w:w="1701" w:type="dxa"/>
            <w:vAlign w:val="center"/>
          </w:tcPr>
          <w:p w14:paraId="2F8AE822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169D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EF83757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3700064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B169D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B169DF" w14:paraId="43B90129" w14:textId="77777777" w:rsidTr="005E6E85">
        <w:tc>
          <w:tcPr>
            <w:tcW w:w="1701" w:type="dxa"/>
          </w:tcPr>
          <w:p w14:paraId="038BBEDB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23258FAF" w14:textId="77777777" w:rsidR="0085747A" w:rsidRPr="00B169DF" w:rsidRDefault="00F05CBA" w:rsidP="004E52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5CBA">
              <w:rPr>
                <w:rFonts w:ascii="Corbel" w:hAnsi="Corbel"/>
                <w:b w:val="0"/>
                <w:smallCaps w:val="0"/>
                <w:szCs w:val="24"/>
              </w:rPr>
              <w:t>Ma pogłębioną i rozszerzoną wiedzę o charakterze nauk</w:t>
            </w:r>
            <w:r w:rsidR="004E524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05CBA">
              <w:rPr>
                <w:rFonts w:ascii="Corbel" w:hAnsi="Corbel"/>
                <w:b w:val="0"/>
                <w:smallCaps w:val="0"/>
                <w:szCs w:val="24"/>
              </w:rPr>
              <w:t>prawnych, ich usytuowaniu oraz znaczeniu w systemie nauk</w:t>
            </w:r>
            <w:r w:rsidR="004E524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05CBA">
              <w:rPr>
                <w:rFonts w:ascii="Corbel" w:hAnsi="Corbel"/>
                <w:b w:val="0"/>
                <w:smallCaps w:val="0"/>
                <w:szCs w:val="24"/>
              </w:rPr>
              <w:t>oraz o ich relacjach do innych nauk;</w:t>
            </w:r>
          </w:p>
        </w:tc>
        <w:tc>
          <w:tcPr>
            <w:tcW w:w="1873" w:type="dxa"/>
          </w:tcPr>
          <w:p w14:paraId="7305E1EC" w14:textId="77777777" w:rsidR="0085747A" w:rsidRPr="00B169DF" w:rsidRDefault="00D04814" w:rsidP="00523CD3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4814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85747A" w:rsidRPr="00B169DF" w14:paraId="7BD914BE" w14:textId="77777777" w:rsidTr="005E6E85">
        <w:tc>
          <w:tcPr>
            <w:tcW w:w="1701" w:type="dxa"/>
          </w:tcPr>
          <w:p w14:paraId="2B6E676D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58278CB" w14:textId="77777777" w:rsidR="00F05CBA" w:rsidRPr="00F05CBA" w:rsidRDefault="00F05CBA" w:rsidP="004E52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5CBA">
              <w:rPr>
                <w:rFonts w:ascii="Corbel" w:hAnsi="Corbel"/>
                <w:b w:val="0"/>
                <w:smallCaps w:val="0"/>
                <w:szCs w:val="24"/>
              </w:rPr>
              <w:t>Ma pogłębioną i rozszerzoną wiedzę na temat norm, reguł</w:t>
            </w:r>
            <w:r w:rsidR="004E524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05CBA">
              <w:rPr>
                <w:rFonts w:ascii="Corbel" w:hAnsi="Corbel"/>
                <w:b w:val="0"/>
                <w:smallCaps w:val="0"/>
                <w:szCs w:val="24"/>
              </w:rPr>
              <w:t>i instytucji prawnych zarówno w zakresie dogmatycznych jak</w:t>
            </w:r>
            <w:r w:rsidR="004E524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05CBA">
              <w:rPr>
                <w:rFonts w:ascii="Corbel" w:hAnsi="Corbel"/>
                <w:b w:val="0"/>
                <w:smallCaps w:val="0"/>
                <w:szCs w:val="24"/>
              </w:rPr>
              <w:t>i niedogmatycznych dyscyplin prawa ( w szczególności: teorii</w:t>
            </w:r>
            <w:r w:rsidR="004E524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05CBA">
              <w:rPr>
                <w:rFonts w:ascii="Corbel" w:hAnsi="Corbel"/>
                <w:b w:val="0"/>
                <w:smallCaps w:val="0"/>
                <w:szCs w:val="24"/>
              </w:rPr>
              <w:t>i filozofii prawa, doktryn polityczno-prawnych, historii</w:t>
            </w:r>
            <w:r w:rsidR="004E524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05CBA">
              <w:rPr>
                <w:rFonts w:ascii="Corbel" w:hAnsi="Corbel"/>
                <w:b w:val="0"/>
                <w:smallCaps w:val="0"/>
                <w:szCs w:val="24"/>
              </w:rPr>
              <w:t>państwa i prawa, prawa rzymskiego) oraz dyscyplin</w:t>
            </w:r>
            <w:r w:rsidR="004E524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05CBA">
              <w:rPr>
                <w:rFonts w:ascii="Corbel" w:hAnsi="Corbel"/>
                <w:b w:val="0"/>
                <w:smallCaps w:val="0"/>
                <w:szCs w:val="24"/>
              </w:rPr>
              <w:t>pomocniczych. W zależności od dokonanego samodzielnie</w:t>
            </w:r>
            <w:r w:rsidR="004E524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05CBA">
              <w:rPr>
                <w:rFonts w:ascii="Corbel" w:hAnsi="Corbel"/>
                <w:b w:val="0"/>
                <w:smallCaps w:val="0"/>
                <w:szCs w:val="24"/>
              </w:rPr>
              <w:t>wyboru ma pogłębioną i rozszerzoną wiedzę w zakresie</w:t>
            </w:r>
          </w:p>
          <w:p w14:paraId="3960E66D" w14:textId="77777777" w:rsidR="0085747A" w:rsidRPr="00B169DF" w:rsidRDefault="00F05CBA" w:rsidP="004E52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5CBA">
              <w:rPr>
                <w:rFonts w:ascii="Corbel" w:hAnsi="Corbel"/>
                <w:b w:val="0"/>
                <w:smallCaps w:val="0"/>
                <w:szCs w:val="24"/>
              </w:rPr>
              <w:t>wybranych gałęzi prawa;</w:t>
            </w:r>
          </w:p>
        </w:tc>
        <w:tc>
          <w:tcPr>
            <w:tcW w:w="1873" w:type="dxa"/>
          </w:tcPr>
          <w:p w14:paraId="5574C5E7" w14:textId="77777777" w:rsidR="0085747A" w:rsidRPr="00B169DF" w:rsidRDefault="00D048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4814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85747A" w:rsidRPr="00B169DF" w14:paraId="395DF1E7" w14:textId="77777777" w:rsidTr="005E6E85">
        <w:tc>
          <w:tcPr>
            <w:tcW w:w="1701" w:type="dxa"/>
          </w:tcPr>
          <w:p w14:paraId="51FDB775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D04814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0D73D5DA" w14:textId="77777777" w:rsidR="0085747A" w:rsidRPr="00B169DF" w:rsidRDefault="00F05CBA" w:rsidP="004E52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5CBA">
              <w:rPr>
                <w:rFonts w:ascii="Corbel" w:hAnsi="Corbel"/>
                <w:b w:val="0"/>
                <w:smallCaps w:val="0"/>
                <w:szCs w:val="24"/>
              </w:rPr>
              <w:t>Ma pogłębioną wiedzę na temat źródeł i instytucji polskiego</w:t>
            </w:r>
            <w:r w:rsidR="004E524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05CBA">
              <w:rPr>
                <w:rFonts w:ascii="Corbel" w:hAnsi="Corbel"/>
                <w:b w:val="0"/>
                <w:smallCaps w:val="0"/>
                <w:szCs w:val="24"/>
              </w:rPr>
              <w:t>i europejskiego systemu prawa, relacji pomiędzy prawem UE</w:t>
            </w:r>
            <w:r w:rsidR="004E524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05CBA">
              <w:rPr>
                <w:rFonts w:ascii="Corbel" w:hAnsi="Corbel"/>
                <w:b w:val="0"/>
                <w:smallCaps w:val="0"/>
                <w:szCs w:val="24"/>
              </w:rPr>
              <w:t>a prawem polskim;</w:t>
            </w:r>
          </w:p>
        </w:tc>
        <w:tc>
          <w:tcPr>
            <w:tcW w:w="1873" w:type="dxa"/>
          </w:tcPr>
          <w:p w14:paraId="2FDFD793" w14:textId="77777777" w:rsidR="0085747A" w:rsidRPr="00B169DF" w:rsidRDefault="00D048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4814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D04814" w:rsidRPr="00B169DF" w14:paraId="279FF151" w14:textId="77777777" w:rsidTr="005E6E85">
        <w:tc>
          <w:tcPr>
            <w:tcW w:w="1701" w:type="dxa"/>
          </w:tcPr>
          <w:p w14:paraId="6415FA0A" w14:textId="77777777" w:rsidR="00D04814" w:rsidRPr="00B169DF" w:rsidRDefault="00D048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6096" w:type="dxa"/>
          </w:tcPr>
          <w:p w14:paraId="3A264AA5" w14:textId="77777777" w:rsidR="00F05CBA" w:rsidRPr="00F05CBA" w:rsidRDefault="00F05CBA" w:rsidP="004E52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5CBA">
              <w:rPr>
                <w:rFonts w:ascii="Corbel" w:hAnsi="Corbel"/>
                <w:b w:val="0"/>
                <w:smallCaps w:val="0"/>
                <w:szCs w:val="24"/>
              </w:rPr>
              <w:t>Ma pogłębioną wiedzę na temat procesów stanowienia</w:t>
            </w:r>
          </w:p>
          <w:p w14:paraId="6A0A5CD4" w14:textId="77777777" w:rsidR="00D04814" w:rsidRPr="00B169DF" w:rsidRDefault="00F05CBA" w:rsidP="004E52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5CBA">
              <w:rPr>
                <w:rFonts w:ascii="Corbel" w:hAnsi="Corbel"/>
                <w:b w:val="0"/>
                <w:smallCaps w:val="0"/>
                <w:szCs w:val="24"/>
              </w:rPr>
              <w:t>prawa;</w:t>
            </w:r>
          </w:p>
        </w:tc>
        <w:tc>
          <w:tcPr>
            <w:tcW w:w="1873" w:type="dxa"/>
          </w:tcPr>
          <w:p w14:paraId="2A981665" w14:textId="77777777" w:rsidR="00D04814" w:rsidRPr="00B169DF" w:rsidRDefault="00D048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4814"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D04814" w:rsidRPr="00B169DF" w14:paraId="7D751557" w14:textId="77777777" w:rsidTr="005E6E85">
        <w:tc>
          <w:tcPr>
            <w:tcW w:w="1701" w:type="dxa"/>
          </w:tcPr>
          <w:p w14:paraId="3DF974FC" w14:textId="77777777" w:rsidR="00D04814" w:rsidRPr="00B169DF" w:rsidRDefault="00D048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6096" w:type="dxa"/>
          </w:tcPr>
          <w:p w14:paraId="2609C91B" w14:textId="77777777" w:rsidR="00D04814" w:rsidRPr="00B169DF" w:rsidRDefault="00F05CBA" w:rsidP="004E52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5CBA">
              <w:rPr>
                <w:rFonts w:ascii="Corbel" w:hAnsi="Corbel"/>
                <w:b w:val="0"/>
                <w:smallCaps w:val="0"/>
                <w:szCs w:val="24"/>
              </w:rPr>
              <w:t>Ma pogłębioną wiedzę na temat procesów stosowania prawa;</w:t>
            </w:r>
          </w:p>
        </w:tc>
        <w:tc>
          <w:tcPr>
            <w:tcW w:w="1873" w:type="dxa"/>
          </w:tcPr>
          <w:p w14:paraId="6074D751" w14:textId="77777777" w:rsidR="00D04814" w:rsidRPr="00B169DF" w:rsidRDefault="00D048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4814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D04814" w:rsidRPr="00B169DF" w14:paraId="3E8B3AA0" w14:textId="77777777" w:rsidTr="005E6E85">
        <w:tc>
          <w:tcPr>
            <w:tcW w:w="1701" w:type="dxa"/>
          </w:tcPr>
          <w:p w14:paraId="0FC09F6C" w14:textId="77777777" w:rsidR="00D04814" w:rsidRPr="00B169DF" w:rsidRDefault="00D048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6096" w:type="dxa"/>
          </w:tcPr>
          <w:p w14:paraId="6BB0AC9A" w14:textId="77777777" w:rsidR="00F05CBA" w:rsidRPr="00F05CBA" w:rsidRDefault="00F05CBA" w:rsidP="004E52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5CBA">
              <w:rPr>
                <w:rFonts w:ascii="Corbel" w:hAnsi="Corbel"/>
                <w:b w:val="0"/>
                <w:smallCaps w:val="0"/>
                <w:szCs w:val="24"/>
              </w:rPr>
              <w:t>Zna i rozumie terminologię właściwą dla języka prawnego i</w:t>
            </w:r>
            <w:r w:rsidR="004E524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05CBA">
              <w:rPr>
                <w:rFonts w:ascii="Corbel" w:hAnsi="Corbel"/>
                <w:b w:val="0"/>
                <w:smallCaps w:val="0"/>
                <w:szCs w:val="24"/>
              </w:rPr>
              <w:t>prawniczego oraz zna i rozumie podstawowe pojęcia jakimi</w:t>
            </w:r>
          </w:p>
          <w:p w14:paraId="73DA7CE3" w14:textId="77777777" w:rsidR="00D04814" w:rsidRPr="00B169DF" w:rsidRDefault="00F05CBA" w:rsidP="004E52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5CBA">
              <w:rPr>
                <w:rFonts w:ascii="Corbel" w:hAnsi="Corbel"/>
                <w:b w:val="0"/>
                <w:smallCaps w:val="0"/>
                <w:szCs w:val="24"/>
              </w:rPr>
              <w:t>posługują się nauki społeczne;</w:t>
            </w:r>
          </w:p>
        </w:tc>
        <w:tc>
          <w:tcPr>
            <w:tcW w:w="1873" w:type="dxa"/>
          </w:tcPr>
          <w:p w14:paraId="1FF614DE" w14:textId="77777777" w:rsidR="00D04814" w:rsidRPr="00B169DF" w:rsidRDefault="00D048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4814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523CD3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</w:tr>
      <w:tr w:rsidR="00D04814" w:rsidRPr="00B169DF" w14:paraId="48734E64" w14:textId="77777777" w:rsidTr="005E6E85">
        <w:tc>
          <w:tcPr>
            <w:tcW w:w="1701" w:type="dxa"/>
          </w:tcPr>
          <w:p w14:paraId="7E54EBE1" w14:textId="77777777" w:rsidR="00D04814" w:rsidRPr="00B169DF" w:rsidRDefault="00D048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07</w:t>
            </w:r>
          </w:p>
        </w:tc>
        <w:tc>
          <w:tcPr>
            <w:tcW w:w="6096" w:type="dxa"/>
          </w:tcPr>
          <w:p w14:paraId="1AEA1C30" w14:textId="77777777" w:rsidR="00F05CBA" w:rsidRPr="00F05CBA" w:rsidRDefault="00F05CBA" w:rsidP="004E52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5CBA">
              <w:rPr>
                <w:rFonts w:ascii="Corbel" w:hAnsi="Corbel"/>
                <w:b w:val="0"/>
                <w:smallCaps w:val="0"/>
                <w:szCs w:val="24"/>
              </w:rPr>
              <w:t>Ma rozszerzoną wiedzę na temat struktur i instytucji</w:t>
            </w:r>
            <w:r w:rsidR="004E524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05CBA">
              <w:rPr>
                <w:rFonts w:ascii="Corbel" w:hAnsi="Corbel"/>
                <w:b w:val="0"/>
                <w:smallCaps w:val="0"/>
                <w:szCs w:val="24"/>
              </w:rPr>
              <w:t>polskiego systemu prawa ( w tym władzy: ustawodawczej,</w:t>
            </w:r>
            <w:r w:rsidR="004E524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05CBA">
              <w:rPr>
                <w:rFonts w:ascii="Corbel" w:hAnsi="Corbel"/>
                <w:b w:val="0"/>
                <w:smallCaps w:val="0"/>
                <w:szCs w:val="24"/>
              </w:rPr>
              <w:t>wykonawczej i sądowniczej, organów i instytucji ochrony</w:t>
            </w:r>
          </w:p>
          <w:p w14:paraId="2248243F" w14:textId="77777777" w:rsidR="00D04814" w:rsidRPr="00B169DF" w:rsidRDefault="00F05CBA" w:rsidP="004E52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5CBA">
              <w:rPr>
                <w:rFonts w:ascii="Corbel" w:hAnsi="Corbel"/>
                <w:b w:val="0"/>
                <w:smallCaps w:val="0"/>
                <w:szCs w:val="24"/>
              </w:rPr>
              <w:t>prawa);</w:t>
            </w:r>
          </w:p>
        </w:tc>
        <w:tc>
          <w:tcPr>
            <w:tcW w:w="1873" w:type="dxa"/>
          </w:tcPr>
          <w:p w14:paraId="44A35150" w14:textId="77777777" w:rsidR="00D04814" w:rsidRPr="00B169DF" w:rsidRDefault="00D048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4814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523CD3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  <w:tr w:rsidR="00D04814" w:rsidRPr="00B169DF" w14:paraId="7BDE0CC2" w14:textId="77777777" w:rsidTr="005E6E85">
        <w:tc>
          <w:tcPr>
            <w:tcW w:w="1701" w:type="dxa"/>
          </w:tcPr>
          <w:p w14:paraId="0A93347D" w14:textId="77777777" w:rsidR="00D04814" w:rsidRPr="00B169DF" w:rsidRDefault="00D048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08</w:t>
            </w:r>
          </w:p>
        </w:tc>
        <w:tc>
          <w:tcPr>
            <w:tcW w:w="6096" w:type="dxa"/>
          </w:tcPr>
          <w:p w14:paraId="4C5150F0" w14:textId="77777777" w:rsidR="00F05CBA" w:rsidRPr="00F05CBA" w:rsidRDefault="00F05CBA" w:rsidP="004E52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5CBA">
              <w:rPr>
                <w:rFonts w:ascii="Corbel" w:hAnsi="Corbel"/>
                <w:b w:val="0"/>
                <w:smallCaps w:val="0"/>
                <w:szCs w:val="24"/>
              </w:rPr>
              <w:t>Ma rozszerzoną wiedzę na temat ustroju, struktur i zasad</w:t>
            </w:r>
          </w:p>
          <w:p w14:paraId="669AE37F" w14:textId="77777777" w:rsidR="00D04814" w:rsidRPr="00B169DF" w:rsidRDefault="00F05CBA" w:rsidP="004E52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5CBA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funkcjonowania demokratycznego państwa prawnego;</w:t>
            </w:r>
          </w:p>
        </w:tc>
        <w:tc>
          <w:tcPr>
            <w:tcW w:w="1873" w:type="dxa"/>
          </w:tcPr>
          <w:p w14:paraId="5F1676F2" w14:textId="77777777" w:rsidR="00D04814" w:rsidRPr="00B169DF" w:rsidRDefault="00D048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4814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K_W08</w:t>
            </w:r>
          </w:p>
        </w:tc>
      </w:tr>
      <w:tr w:rsidR="00D04814" w:rsidRPr="00B169DF" w14:paraId="505EE0EB" w14:textId="77777777" w:rsidTr="005E6E85">
        <w:tc>
          <w:tcPr>
            <w:tcW w:w="1701" w:type="dxa"/>
          </w:tcPr>
          <w:p w14:paraId="109C6F6E" w14:textId="77777777" w:rsidR="00D04814" w:rsidRPr="00B169DF" w:rsidRDefault="00D048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09</w:t>
            </w:r>
          </w:p>
        </w:tc>
        <w:tc>
          <w:tcPr>
            <w:tcW w:w="6096" w:type="dxa"/>
          </w:tcPr>
          <w:p w14:paraId="5C6B99AA" w14:textId="77777777" w:rsidR="00D04814" w:rsidRPr="00B169DF" w:rsidRDefault="00F05CBA" w:rsidP="004E52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5CBA">
              <w:rPr>
                <w:rFonts w:ascii="Corbel" w:hAnsi="Corbel"/>
                <w:b w:val="0"/>
                <w:smallCaps w:val="0"/>
                <w:szCs w:val="24"/>
              </w:rPr>
              <w:t>Ma pogłębioną wiedzę na temat zasad i norm etycznych oraz</w:t>
            </w:r>
            <w:r w:rsidR="004E524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05CBA">
              <w:rPr>
                <w:rFonts w:ascii="Corbel" w:hAnsi="Corbel"/>
                <w:b w:val="0"/>
                <w:smallCaps w:val="0"/>
                <w:szCs w:val="24"/>
              </w:rPr>
              <w:t>etyki zawodowej;</w:t>
            </w:r>
          </w:p>
        </w:tc>
        <w:tc>
          <w:tcPr>
            <w:tcW w:w="1873" w:type="dxa"/>
          </w:tcPr>
          <w:p w14:paraId="26F2EC45" w14:textId="77777777" w:rsidR="00D04814" w:rsidRPr="00B169DF" w:rsidRDefault="00D048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4814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D04814" w:rsidRPr="00B169DF" w14:paraId="28FDD6C2" w14:textId="77777777" w:rsidTr="005E6E85">
        <w:tc>
          <w:tcPr>
            <w:tcW w:w="1701" w:type="dxa"/>
          </w:tcPr>
          <w:p w14:paraId="62E766A5" w14:textId="77777777" w:rsidR="00D04814" w:rsidRPr="00B169DF" w:rsidRDefault="00D048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10</w:t>
            </w:r>
          </w:p>
        </w:tc>
        <w:tc>
          <w:tcPr>
            <w:tcW w:w="6096" w:type="dxa"/>
          </w:tcPr>
          <w:p w14:paraId="6259A886" w14:textId="77777777" w:rsidR="00F05CBA" w:rsidRPr="00F05CBA" w:rsidRDefault="00F05CBA" w:rsidP="004E52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5CBA">
              <w:rPr>
                <w:rFonts w:ascii="Corbel" w:hAnsi="Corbel"/>
                <w:b w:val="0"/>
                <w:smallCaps w:val="0"/>
                <w:szCs w:val="24"/>
              </w:rPr>
              <w:t>Ma pogłębioną wiedzę o historycznej ewolucji i o poglądach</w:t>
            </w:r>
            <w:r w:rsidR="004E524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05CBA">
              <w:rPr>
                <w:rFonts w:ascii="Corbel" w:hAnsi="Corbel"/>
                <w:b w:val="0"/>
                <w:smallCaps w:val="0"/>
                <w:szCs w:val="24"/>
              </w:rPr>
              <w:t>na temat instytucji polityczno-prawnych oraz na temat</w:t>
            </w:r>
            <w:r w:rsidR="004E524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05CBA">
              <w:rPr>
                <w:rFonts w:ascii="Corbel" w:hAnsi="Corbel"/>
                <w:b w:val="0"/>
                <w:smallCaps w:val="0"/>
                <w:szCs w:val="24"/>
              </w:rPr>
              <w:t>procesów i przyczyn zmian zachodzących w zakresie</w:t>
            </w:r>
          </w:p>
          <w:p w14:paraId="24A2FBB1" w14:textId="77777777" w:rsidR="00D04814" w:rsidRPr="00B169DF" w:rsidRDefault="00F05CBA" w:rsidP="004E52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5CBA">
              <w:rPr>
                <w:rFonts w:ascii="Corbel" w:hAnsi="Corbel"/>
                <w:b w:val="0"/>
                <w:smallCaps w:val="0"/>
                <w:szCs w:val="24"/>
              </w:rPr>
              <w:t>państwa i prawa;</w:t>
            </w:r>
          </w:p>
        </w:tc>
        <w:tc>
          <w:tcPr>
            <w:tcW w:w="1873" w:type="dxa"/>
          </w:tcPr>
          <w:p w14:paraId="1B9E7511" w14:textId="77777777" w:rsidR="00D04814" w:rsidRPr="00B169DF" w:rsidRDefault="00D048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4814"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D04814" w:rsidRPr="00B169DF" w14:paraId="63B9F5F7" w14:textId="77777777" w:rsidTr="005E6E85">
        <w:tc>
          <w:tcPr>
            <w:tcW w:w="1701" w:type="dxa"/>
          </w:tcPr>
          <w:p w14:paraId="2D249231" w14:textId="77777777" w:rsidR="00D04814" w:rsidRPr="00B169DF" w:rsidRDefault="00D048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11</w:t>
            </w:r>
          </w:p>
        </w:tc>
        <w:tc>
          <w:tcPr>
            <w:tcW w:w="6096" w:type="dxa"/>
          </w:tcPr>
          <w:p w14:paraId="6F0920BD" w14:textId="77777777" w:rsidR="00D04814" w:rsidRPr="00B169DF" w:rsidRDefault="00F05CBA" w:rsidP="004E52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5CBA">
              <w:rPr>
                <w:rFonts w:ascii="Corbel" w:hAnsi="Corbel"/>
                <w:b w:val="0"/>
                <w:smallCaps w:val="0"/>
                <w:szCs w:val="24"/>
              </w:rPr>
              <w:t>Zna i rozumie metody badawcze i narzędzia opisu, w tym</w:t>
            </w:r>
            <w:r w:rsidR="004E524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05CBA">
              <w:rPr>
                <w:rFonts w:ascii="Corbel" w:hAnsi="Corbel"/>
                <w:b w:val="0"/>
                <w:smallCaps w:val="0"/>
                <w:szCs w:val="24"/>
              </w:rPr>
              <w:t>techniki pozyskiwania danych właściwe dla nauk prawnych</w:t>
            </w:r>
            <w:r w:rsidR="004E524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05CBA">
              <w:rPr>
                <w:rFonts w:ascii="Corbel" w:hAnsi="Corbel"/>
                <w:b w:val="0"/>
                <w:smallCaps w:val="0"/>
                <w:szCs w:val="24"/>
              </w:rPr>
              <w:t>oraz posiada wiedzę na temat fundamentalnych dylematach</w:t>
            </w:r>
            <w:r w:rsidR="004E524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05CBA">
              <w:rPr>
                <w:rFonts w:ascii="Corbel" w:hAnsi="Corbel"/>
                <w:b w:val="0"/>
                <w:smallCaps w:val="0"/>
                <w:szCs w:val="24"/>
              </w:rPr>
              <w:t>współczesnej cywilizacji;</w:t>
            </w:r>
          </w:p>
        </w:tc>
        <w:tc>
          <w:tcPr>
            <w:tcW w:w="1873" w:type="dxa"/>
          </w:tcPr>
          <w:p w14:paraId="4C39E2AD" w14:textId="77777777" w:rsidR="00D04814" w:rsidRPr="00B169DF" w:rsidRDefault="00D048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4814">
              <w:rPr>
                <w:rFonts w:ascii="Corbel" w:hAnsi="Corbel"/>
                <w:b w:val="0"/>
                <w:smallCaps w:val="0"/>
                <w:szCs w:val="24"/>
              </w:rPr>
              <w:t>K_W12</w:t>
            </w:r>
          </w:p>
        </w:tc>
      </w:tr>
      <w:tr w:rsidR="00D04814" w:rsidRPr="00B169DF" w14:paraId="1CED5B0E" w14:textId="77777777" w:rsidTr="005E6E85">
        <w:tc>
          <w:tcPr>
            <w:tcW w:w="1701" w:type="dxa"/>
          </w:tcPr>
          <w:p w14:paraId="701DECE1" w14:textId="77777777" w:rsidR="00D04814" w:rsidRPr="00B169DF" w:rsidRDefault="00D048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12</w:t>
            </w:r>
          </w:p>
        </w:tc>
        <w:tc>
          <w:tcPr>
            <w:tcW w:w="6096" w:type="dxa"/>
          </w:tcPr>
          <w:p w14:paraId="47156002" w14:textId="77777777" w:rsidR="00D04814" w:rsidRPr="00B169DF" w:rsidRDefault="00F05CBA" w:rsidP="004E52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5CBA">
              <w:rPr>
                <w:rFonts w:ascii="Corbel" w:hAnsi="Corbel"/>
                <w:b w:val="0"/>
                <w:smallCaps w:val="0"/>
                <w:szCs w:val="24"/>
              </w:rPr>
              <w:t>Potrafi prawidłowo interpretować i wyjaśniać znaczenie norm i</w:t>
            </w:r>
            <w:r w:rsidR="004E524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05CBA">
              <w:rPr>
                <w:rFonts w:ascii="Corbel" w:hAnsi="Corbel"/>
                <w:b w:val="0"/>
                <w:smallCaps w:val="0"/>
                <w:szCs w:val="24"/>
              </w:rPr>
              <w:t>stosunków prawnych;</w:t>
            </w:r>
          </w:p>
        </w:tc>
        <w:tc>
          <w:tcPr>
            <w:tcW w:w="1873" w:type="dxa"/>
          </w:tcPr>
          <w:p w14:paraId="1A1118B3" w14:textId="77777777" w:rsidR="00D04814" w:rsidRPr="00B169DF" w:rsidRDefault="00D048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4814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D04814" w:rsidRPr="00B169DF" w14:paraId="382AC4AD" w14:textId="77777777" w:rsidTr="005E6E85">
        <w:tc>
          <w:tcPr>
            <w:tcW w:w="1701" w:type="dxa"/>
          </w:tcPr>
          <w:p w14:paraId="58CADB43" w14:textId="77777777" w:rsidR="00D04814" w:rsidRPr="00B169DF" w:rsidRDefault="00D048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13</w:t>
            </w:r>
          </w:p>
        </w:tc>
        <w:tc>
          <w:tcPr>
            <w:tcW w:w="6096" w:type="dxa"/>
          </w:tcPr>
          <w:p w14:paraId="794A7580" w14:textId="77777777" w:rsidR="00D04814" w:rsidRPr="00B169DF" w:rsidRDefault="00F05CBA" w:rsidP="004E52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5CBA">
              <w:rPr>
                <w:rFonts w:ascii="Corbel" w:hAnsi="Corbel"/>
                <w:b w:val="0"/>
                <w:smallCaps w:val="0"/>
                <w:szCs w:val="24"/>
              </w:rPr>
              <w:t>Potrafi analizować przyczyny i przebieg procesu stanowienia</w:t>
            </w:r>
            <w:r w:rsidR="004E524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05CBA">
              <w:rPr>
                <w:rFonts w:ascii="Corbel" w:hAnsi="Corbel"/>
                <w:b w:val="0"/>
                <w:smallCaps w:val="0"/>
                <w:szCs w:val="24"/>
              </w:rPr>
              <w:t>prawa;</w:t>
            </w:r>
          </w:p>
        </w:tc>
        <w:tc>
          <w:tcPr>
            <w:tcW w:w="1873" w:type="dxa"/>
          </w:tcPr>
          <w:p w14:paraId="388A9960" w14:textId="77777777" w:rsidR="00D04814" w:rsidRPr="00B169DF" w:rsidRDefault="00D048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4814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D04814" w:rsidRPr="00B169DF" w14:paraId="6EB7C3E4" w14:textId="77777777" w:rsidTr="005E6E85">
        <w:tc>
          <w:tcPr>
            <w:tcW w:w="1701" w:type="dxa"/>
          </w:tcPr>
          <w:p w14:paraId="5BC801A7" w14:textId="77777777" w:rsidR="00D04814" w:rsidRPr="00B169DF" w:rsidRDefault="00D048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14</w:t>
            </w:r>
          </w:p>
        </w:tc>
        <w:tc>
          <w:tcPr>
            <w:tcW w:w="6096" w:type="dxa"/>
          </w:tcPr>
          <w:p w14:paraId="22F45796" w14:textId="77777777" w:rsidR="00D04814" w:rsidRPr="00B169DF" w:rsidRDefault="00F05CBA" w:rsidP="004E52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5CBA">
              <w:rPr>
                <w:rFonts w:ascii="Corbel" w:hAnsi="Corbel"/>
                <w:b w:val="0"/>
                <w:smallCaps w:val="0"/>
                <w:szCs w:val="24"/>
              </w:rPr>
              <w:t>Potrafi analizować przyczyny i przebieg procesu stosowania prawa;</w:t>
            </w:r>
          </w:p>
        </w:tc>
        <w:tc>
          <w:tcPr>
            <w:tcW w:w="1873" w:type="dxa"/>
          </w:tcPr>
          <w:p w14:paraId="12D0C8E5" w14:textId="77777777" w:rsidR="00D04814" w:rsidRPr="00B169DF" w:rsidRDefault="00D048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4814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D04814" w:rsidRPr="00B169DF" w14:paraId="33436850" w14:textId="77777777" w:rsidTr="005E6E85">
        <w:tc>
          <w:tcPr>
            <w:tcW w:w="1701" w:type="dxa"/>
          </w:tcPr>
          <w:p w14:paraId="1AE305B4" w14:textId="77777777" w:rsidR="00D04814" w:rsidRPr="00B169DF" w:rsidRDefault="00D048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15</w:t>
            </w:r>
          </w:p>
        </w:tc>
        <w:tc>
          <w:tcPr>
            <w:tcW w:w="6096" w:type="dxa"/>
          </w:tcPr>
          <w:p w14:paraId="125E983F" w14:textId="77777777" w:rsidR="00F05CBA" w:rsidRPr="00F05CBA" w:rsidRDefault="00F05CBA" w:rsidP="004E52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5CBA">
              <w:rPr>
                <w:rFonts w:ascii="Corbel" w:hAnsi="Corbel"/>
                <w:b w:val="0"/>
                <w:smallCaps w:val="0"/>
                <w:szCs w:val="24"/>
              </w:rPr>
              <w:t>Sprawnie posługuje się normami, regułami oraz instytucjami</w:t>
            </w:r>
            <w:r w:rsidR="004E524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05CBA">
              <w:rPr>
                <w:rFonts w:ascii="Corbel" w:hAnsi="Corbel"/>
                <w:b w:val="0"/>
                <w:smallCaps w:val="0"/>
                <w:szCs w:val="24"/>
              </w:rPr>
              <w:t>prawnymi obowiązującymi w polskim systemie prawa; w zależności</w:t>
            </w:r>
            <w:r w:rsidR="004E524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05CBA">
              <w:rPr>
                <w:rFonts w:ascii="Corbel" w:hAnsi="Corbel"/>
                <w:b w:val="0"/>
                <w:smallCaps w:val="0"/>
                <w:szCs w:val="24"/>
              </w:rPr>
              <w:t>od dokonanego samodzielnie wyboru posiada rozszerzone</w:t>
            </w:r>
            <w:r w:rsidR="004E524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05CBA">
              <w:rPr>
                <w:rFonts w:ascii="Corbel" w:hAnsi="Corbel"/>
                <w:b w:val="0"/>
                <w:smallCaps w:val="0"/>
                <w:szCs w:val="24"/>
              </w:rPr>
              <w:t>umiejętności rozwiązywania konkretnych problemów prawnych w</w:t>
            </w:r>
          </w:p>
          <w:p w14:paraId="520351CC" w14:textId="77777777" w:rsidR="00D04814" w:rsidRPr="00B169DF" w:rsidRDefault="00F05CBA" w:rsidP="004E52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5CBA">
              <w:rPr>
                <w:rFonts w:ascii="Corbel" w:hAnsi="Corbel"/>
                <w:b w:val="0"/>
                <w:smallCaps w:val="0"/>
                <w:szCs w:val="24"/>
              </w:rPr>
              <w:t>zakresie wybranych gałęzi prawa;</w:t>
            </w:r>
          </w:p>
        </w:tc>
        <w:tc>
          <w:tcPr>
            <w:tcW w:w="1873" w:type="dxa"/>
          </w:tcPr>
          <w:p w14:paraId="6465DFB1" w14:textId="77777777" w:rsidR="00D04814" w:rsidRPr="00B169DF" w:rsidRDefault="00D048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4814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D04814" w:rsidRPr="00B169DF" w14:paraId="3715C78D" w14:textId="77777777" w:rsidTr="005E6E85">
        <w:tc>
          <w:tcPr>
            <w:tcW w:w="1701" w:type="dxa"/>
          </w:tcPr>
          <w:p w14:paraId="3C0584D4" w14:textId="77777777" w:rsidR="00D04814" w:rsidRPr="00B169DF" w:rsidRDefault="00D048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16</w:t>
            </w:r>
          </w:p>
        </w:tc>
        <w:tc>
          <w:tcPr>
            <w:tcW w:w="6096" w:type="dxa"/>
          </w:tcPr>
          <w:p w14:paraId="3AC58299" w14:textId="77777777" w:rsidR="00D04814" w:rsidRPr="00B169DF" w:rsidRDefault="00F05CBA" w:rsidP="004E52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5CBA">
              <w:rPr>
                <w:rFonts w:ascii="Corbel" w:hAnsi="Corbel"/>
                <w:b w:val="0"/>
                <w:smallCaps w:val="0"/>
                <w:szCs w:val="24"/>
              </w:rPr>
              <w:t>Potrafi formułować własne opinie w odniesieniu do poznanych</w:t>
            </w:r>
            <w:r w:rsidR="004E524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05CBA">
              <w:rPr>
                <w:rFonts w:ascii="Corbel" w:hAnsi="Corbel"/>
                <w:b w:val="0"/>
                <w:smallCaps w:val="0"/>
                <w:szCs w:val="24"/>
              </w:rPr>
              <w:t>instytucji prawnych i politycznych;</w:t>
            </w:r>
          </w:p>
        </w:tc>
        <w:tc>
          <w:tcPr>
            <w:tcW w:w="1873" w:type="dxa"/>
          </w:tcPr>
          <w:p w14:paraId="462FE94B" w14:textId="77777777" w:rsidR="00D04814" w:rsidRPr="00B169DF" w:rsidRDefault="00D048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4814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D04814" w:rsidRPr="00B169DF" w14:paraId="6BA06E1D" w14:textId="77777777" w:rsidTr="005E6E85">
        <w:tc>
          <w:tcPr>
            <w:tcW w:w="1701" w:type="dxa"/>
          </w:tcPr>
          <w:p w14:paraId="599535E0" w14:textId="77777777" w:rsidR="00D04814" w:rsidRPr="00B169DF" w:rsidRDefault="00D048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17</w:t>
            </w:r>
          </w:p>
        </w:tc>
        <w:tc>
          <w:tcPr>
            <w:tcW w:w="6096" w:type="dxa"/>
          </w:tcPr>
          <w:p w14:paraId="4C40C16B" w14:textId="77777777" w:rsidR="00D04814" w:rsidRPr="00B169DF" w:rsidRDefault="00F05CBA" w:rsidP="004E52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5CBA">
              <w:rPr>
                <w:rFonts w:ascii="Corbel" w:hAnsi="Corbel"/>
                <w:b w:val="0"/>
                <w:smallCaps w:val="0"/>
                <w:szCs w:val="24"/>
              </w:rPr>
              <w:t>Potrafi właściwie analizować przyczyny i przebieg procesów</w:t>
            </w:r>
            <w:r w:rsidR="004E524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05CBA">
              <w:rPr>
                <w:rFonts w:ascii="Corbel" w:hAnsi="Corbel"/>
                <w:b w:val="0"/>
                <w:smallCaps w:val="0"/>
                <w:szCs w:val="24"/>
              </w:rPr>
              <w:t>związanych z funkcjonowaniem systemu polityczno-prawnego;</w:t>
            </w:r>
          </w:p>
        </w:tc>
        <w:tc>
          <w:tcPr>
            <w:tcW w:w="1873" w:type="dxa"/>
          </w:tcPr>
          <w:p w14:paraId="6B49070D" w14:textId="77777777" w:rsidR="00D04814" w:rsidRPr="00B169DF" w:rsidRDefault="00D048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4814"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="00D04814" w:rsidRPr="00B169DF" w14:paraId="74DA5F37" w14:textId="77777777" w:rsidTr="005E6E85">
        <w:tc>
          <w:tcPr>
            <w:tcW w:w="1701" w:type="dxa"/>
          </w:tcPr>
          <w:p w14:paraId="04AD3A10" w14:textId="77777777" w:rsidR="00D04814" w:rsidRPr="00B169DF" w:rsidRDefault="00D048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18</w:t>
            </w:r>
          </w:p>
        </w:tc>
        <w:tc>
          <w:tcPr>
            <w:tcW w:w="6096" w:type="dxa"/>
          </w:tcPr>
          <w:p w14:paraId="04991E1B" w14:textId="77777777" w:rsidR="00D04814" w:rsidRPr="00B169DF" w:rsidRDefault="00F05CBA" w:rsidP="004E52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5CBA">
              <w:rPr>
                <w:rFonts w:ascii="Corbel" w:hAnsi="Corbel"/>
                <w:b w:val="0"/>
                <w:smallCaps w:val="0"/>
                <w:szCs w:val="24"/>
              </w:rPr>
              <w:t>Potrafi sprawnie posługiwać się tekstami aktów normatywnych i</w:t>
            </w:r>
            <w:r w:rsidR="004E524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05CBA">
              <w:rPr>
                <w:rFonts w:ascii="Corbel" w:hAnsi="Corbel"/>
                <w:b w:val="0"/>
                <w:smallCaps w:val="0"/>
                <w:szCs w:val="24"/>
              </w:rPr>
              <w:t>interpretować je z wykorzystaniem języka prawniczego;</w:t>
            </w:r>
          </w:p>
        </w:tc>
        <w:tc>
          <w:tcPr>
            <w:tcW w:w="1873" w:type="dxa"/>
          </w:tcPr>
          <w:p w14:paraId="01249E52" w14:textId="77777777" w:rsidR="00D04814" w:rsidRPr="00B169DF" w:rsidRDefault="00D048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4814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D04814" w:rsidRPr="00B169DF" w14:paraId="3F80DA65" w14:textId="77777777" w:rsidTr="005E6E85">
        <w:tc>
          <w:tcPr>
            <w:tcW w:w="1701" w:type="dxa"/>
          </w:tcPr>
          <w:p w14:paraId="7883C05B" w14:textId="77777777" w:rsidR="00D04814" w:rsidRPr="00B169DF" w:rsidRDefault="00523CD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19</w:t>
            </w:r>
          </w:p>
        </w:tc>
        <w:tc>
          <w:tcPr>
            <w:tcW w:w="6096" w:type="dxa"/>
          </w:tcPr>
          <w:p w14:paraId="717766B4" w14:textId="77777777" w:rsidR="00D04814" w:rsidRPr="00B169DF" w:rsidRDefault="00F05CBA" w:rsidP="004E52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5CBA">
              <w:rPr>
                <w:rFonts w:ascii="Corbel" w:hAnsi="Corbel"/>
                <w:b w:val="0"/>
                <w:smallCaps w:val="0"/>
                <w:szCs w:val="24"/>
              </w:rPr>
              <w:t>Wykorzystując posiadaną wiedzę teoretyczną i umiejętność</w:t>
            </w:r>
            <w:r w:rsidR="004E524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05CBA">
              <w:rPr>
                <w:rFonts w:ascii="Corbel" w:hAnsi="Corbel"/>
                <w:b w:val="0"/>
                <w:smallCaps w:val="0"/>
                <w:szCs w:val="24"/>
              </w:rPr>
              <w:t>samodzielnego</w:t>
            </w:r>
            <w:r w:rsidR="004E524D">
              <w:rPr>
                <w:rFonts w:ascii="Corbel" w:hAnsi="Corbel"/>
                <w:b w:val="0"/>
                <w:smallCaps w:val="0"/>
                <w:szCs w:val="24"/>
              </w:rPr>
              <w:t xml:space="preserve"> proponowania rozwiązań posiada </w:t>
            </w:r>
            <w:r w:rsidRPr="00F05CBA">
              <w:rPr>
                <w:rFonts w:ascii="Corbel" w:hAnsi="Corbel"/>
                <w:b w:val="0"/>
                <w:smallCaps w:val="0"/>
                <w:szCs w:val="24"/>
              </w:rPr>
              <w:t>umiejętność</w:t>
            </w:r>
            <w:r w:rsidR="004E524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05CBA">
              <w:rPr>
                <w:rFonts w:ascii="Corbel" w:hAnsi="Corbel"/>
                <w:b w:val="0"/>
                <w:smallCaps w:val="0"/>
                <w:szCs w:val="24"/>
              </w:rPr>
              <w:t>sporządzania podstawowych dokumentów oraz pism procesowych</w:t>
            </w:r>
            <w:r w:rsidR="004E524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05CBA">
              <w:rPr>
                <w:rFonts w:ascii="Corbel" w:hAnsi="Corbel"/>
                <w:b w:val="0"/>
                <w:smallCaps w:val="0"/>
                <w:szCs w:val="24"/>
              </w:rPr>
              <w:t>oraz w zależności od dokonanego samodzielnie wyboru posiada</w:t>
            </w:r>
            <w:r w:rsidR="004E524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05CBA">
              <w:rPr>
                <w:rFonts w:ascii="Corbel" w:hAnsi="Corbel"/>
                <w:b w:val="0"/>
                <w:smallCaps w:val="0"/>
                <w:szCs w:val="24"/>
              </w:rPr>
              <w:t>rozszerzone umiejętności w tym zakresie w odniesieniu do</w:t>
            </w:r>
            <w:r w:rsidR="004E524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05CBA">
              <w:rPr>
                <w:rFonts w:ascii="Corbel" w:hAnsi="Corbel"/>
                <w:b w:val="0"/>
                <w:smallCaps w:val="0"/>
                <w:szCs w:val="24"/>
              </w:rPr>
              <w:t>wybranych gałęzi prawa;</w:t>
            </w:r>
          </w:p>
        </w:tc>
        <w:tc>
          <w:tcPr>
            <w:tcW w:w="1873" w:type="dxa"/>
          </w:tcPr>
          <w:p w14:paraId="0CAC0D24" w14:textId="77777777" w:rsidR="00D04814" w:rsidRPr="00B169DF" w:rsidRDefault="00D048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4814"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</w:tc>
      </w:tr>
      <w:tr w:rsidR="00D04814" w:rsidRPr="00B169DF" w14:paraId="23B2CB2C" w14:textId="77777777" w:rsidTr="005E6E85">
        <w:tc>
          <w:tcPr>
            <w:tcW w:w="1701" w:type="dxa"/>
          </w:tcPr>
          <w:p w14:paraId="4D4736FF" w14:textId="77777777" w:rsidR="00D04814" w:rsidRPr="00B169DF" w:rsidRDefault="00523CD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20</w:t>
            </w:r>
          </w:p>
        </w:tc>
        <w:tc>
          <w:tcPr>
            <w:tcW w:w="6096" w:type="dxa"/>
          </w:tcPr>
          <w:p w14:paraId="4015BA77" w14:textId="77777777" w:rsidR="00D04814" w:rsidRPr="00B169DF" w:rsidRDefault="00F05CBA" w:rsidP="004E52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5CBA">
              <w:rPr>
                <w:rFonts w:ascii="Corbel" w:hAnsi="Corbel"/>
                <w:b w:val="0"/>
                <w:smallCaps w:val="0"/>
                <w:szCs w:val="24"/>
              </w:rPr>
              <w:t>Potrafi dokonać subsumcji określonego stanu faktycznego do</w:t>
            </w:r>
            <w:r w:rsidR="004E524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05CBA">
              <w:rPr>
                <w:rFonts w:ascii="Corbel" w:hAnsi="Corbel"/>
                <w:b w:val="0"/>
                <w:smallCaps w:val="0"/>
                <w:szCs w:val="24"/>
              </w:rPr>
              <w:t>normy lub norm prawnych;</w:t>
            </w:r>
          </w:p>
        </w:tc>
        <w:tc>
          <w:tcPr>
            <w:tcW w:w="1873" w:type="dxa"/>
          </w:tcPr>
          <w:p w14:paraId="1C9F3B4D" w14:textId="77777777" w:rsidR="00D04814" w:rsidRPr="00B169DF" w:rsidRDefault="00D048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4814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D04814" w:rsidRPr="00B169DF" w14:paraId="560E4ADF" w14:textId="77777777" w:rsidTr="005E6E85">
        <w:tc>
          <w:tcPr>
            <w:tcW w:w="1701" w:type="dxa"/>
          </w:tcPr>
          <w:p w14:paraId="1D29146E" w14:textId="77777777" w:rsidR="00D04814" w:rsidRPr="00B169DF" w:rsidRDefault="00523CD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21</w:t>
            </w:r>
          </w:p>
        </w:tc>
        <w:tc>
          <w:tcPr>
            <w:tcW w:w="6096" w:type="dxa"/>
          </w:tcPr>
          <w:p w14:paraId="4C017157" w14:textId="77777777" w:rsidR="00D04814" w:rsidRPr="00B169DF" w:rsidRDefault="00F05CBA" w:rsidP="004E52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5CBA">
              <w:rPr>
                <w:rFonts w:ascii="Corbel" w:hAnsi="Corbel"/>
                <w:b w:val="0"/>
                <w:smallCaps w:val="0"/>
                <w:szCs w:val="24"/>
              </w:rPr>
              <w:t>Posiada pogłębioną umiejętność przygotowania prac pisemnych</w:t>
            </w:r>
            <w:r w:rsidR="004E524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05CBA">
              <w:rPr>
                <w:rFonts w:ascii="Corbel" w:hAnsi="Corbel"/>
                <w:b w:val="0"/>
                <w:smallCaps w:val="0"/>
                <w:szCs w:val="24"/>
              </w:rPr>
              <w:t>dotyczących określonych zagadnień i problemów prawnych za</w:t>
            </w:r>
            <w:r w:rsidR="004E524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05CBA">
              <w:rPr>
                <w:rFonts w:ascii="Corbel" w:hAnsi="Corbel"/>
                <w:b w:val="0"/>
                <w:smallCaps w:val="0"/>
                <w:szCs w:val="24"/>
              </w:rPr>
              <w:t>pomocą odpowiednio dobranych metod, narzędzi oraz</w:t>
            </w:r>
            <w:r w:rsidR="004E524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05CBA">
              <w:rPr>
                <w:rFonts w:ascii="Corbel" w:hAnsi="Corbel"/>
                <w:b w:val="0"/>
                <w:smallCaps w:val="0"/>
                <w:szCs w:val="24"/>
              </w:rPr>
              <w:t>zaawansowanych technik informacyjno-komunikacyjnych</w:t>
            </w:r>
          </w:p>
        </w:tc>
        <w:tc>
          <w:tcPr>
            <w:tcW w:w="1873" w:type="dxa"/>
          </w:tcPr>
          <w:p w14:paraId="6E65E4FA" w14:textId="77777777" w:rsidR="00D04814" w:rsidRPr="00B169DF" w:rsidRDefault="00D048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4814">
              <w:rPr>
                <w:rFonts w:ascii="Corbel" w:hAnsi="Corbel"/>
                <w:b w:val="0"/>
                <w:smallCaps w:val="0"/>
                <w:szCs w:val="24"/>
              </w:rPr>
              <w:t>K_U12</w:t>
            </w:r>
          </w:p>
        </w:tc>
      </w:tr>
      <w:tr w:rsidR="00D04814" w:rsidRPr="00B169DF" w14:paraId="0BF99A11" w14:textId="77777777" w:rsidTr="005E6E85">
        <w:tc>
          <w:tcPr>
            <w:tcW w:w="1701" w:type="dxa"/>
          </w:tcPr>
          <w:p w14:paraId="7D5B372F" w14:textId="77777777" w:rsidR="00D04814" w:rsidRPr="00B169DF" w:rsidRDefault="00523CD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22</w:t>
            </w:r>
          </w:p>
        </w:tc>
        <w:tc>
          <w:tcPr>
            <w:tcW w:w="6096" w:type="dxa"/>
          </w:tcPr>
          <w:p w14:paraId="2F60EEAD" w14:textId="77777777" w:rsidR="00D04814" w:rsidRPr="00B169DF" w:rsidRDefault="00F05CBA" w:rsidP="004E52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5CBA">
              <w:rPr>
                <w:rFonts w:ascii="Corbel" w:hAnsi="Corbel"/>
                <w:b w:val="0"/>
                <w:smallCaps w:val="0"/>
                <w:szCs w:val="24"/>
              </w:rPr>
              <w:t>Posiada pogłębioną umiejętność przygotowania wystąpień ustnych</w:t>
            </w:r>
            <w:r w:rsidR="004E524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05CBA">
              <w:rPr>
                <w:rFonts w:ascii="Corbel" w:hAnsi="Corbel"/>
                <w:b w:val="0"/>
                <w:smallCaps w:val="0"/>
                <w:szCs w:val="24"/>
              </w:rPr>
              <w:t>dotyczących określonych zagadnień i problemów prawnych za</w:t>
            </w:r>
            <w:r w:rsidR="004E524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05CBA">
              <w:rPr>
                <w:rFonts w:ascii="Corbel" w:hAnsi="Corbel"/>
                <w:b w:val="0"/>
                <w:smallCaps w:val="0"/>
                <w:szCs w:val="24"/>
              </w:rPr>
              <w:t xml:space="preserve">pomocą odpowiednio dobranych metod, </w:t>
            </w:r>
            <w:r w:rsidRPr="00F05CBA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narzędzi oraz</w:t>
            </w:r>
            <w:r w:rsidR="004E524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05CBA">
              <w:rPr>
                <w:rFonts w:ascii="Corbel" w:hAnsi="Corbel"/>
                <w:b w:val="0"/>
                <w:smallCaps w:val="0"/>
                <w:szCs w:val="24"/>
              </w:rPr>
              <w:t>zaawansowanych technik informacyjno-komunikacyjnych;</w:t>
            </w:r>
          </w:p>
        </w:tc>
        <w:tc>
          <w:tcPr>
            <w:tcW w:w="1873" w:type="dxa"/>
          </w:tcPr>
          <w:p w14:paraId="34B12C34" w14:textId="77777777" w:rsidR="00D04814" w:rsidRPr="00B169DF" w:rsidRDefault="00D048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4814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K_U13</w:t>
            </w:r>
          </w:p>
        </w:tc>
      </w:tr>
      <w:tr w:rsidR="00D04814" w:rsidRPr="00B169DF" w14:paraId="05C0EFFE" w14:textId="77777777" w:rsidTr="005E6E85">
        <w:tc>
          <w:tcPr>
            <w:tcW w:w="1701" w:type="dxa"/>
          </w:tcPr>
          <w:p w14:paraId="0198231F" w14:textId="77777777" w:rsidR="00D04814" w:rsidRPr="00B169DF" w:rsidRDefault="00523CD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23</w:t>
            </w:r>
          </w:p>
        </w:tc>
        <w:tc>
          <w:tcPr>
            <w:tcW w:w="6096" w:type="dxa"/>
          </w:tcPr>
          <w:p w14:paraId="4487FE6E" w14:textId="77777777" w:rsidR="00D04814" w:rsidRPr="00B169DF" w:rsidRDefault="00F05CBA" w:rsidP="004E52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5CBA">
              <w:rPr>
                <w:rFonts w:ascii="Corbel" w:hAnsi="Corbel"/>
                <w:b w:val="0"/>
                <w:smallCaps w:val="0"/>
                <w:szCs w:val="24"/>
              </w:rPr>
              <w:t>Potrafi określić obszary życia społecznego które podlegają lub</w:t>
            </w:r>
            <w:r w:rsidR="004E524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05CBA">
              <w:rPr>
                <w:rFonts w:ascii="Corbel" w:hAnsi="Corbel"/>
                <w:b w:val="0"/>
                <w:smallCaps w:val="0"/>
                <w:szCs w:val="24"/>
              </w:rPr>
              <w:t>mogą podlegać w przyszłości regulacjom prawnym;</w:t>
            </w:r>
          </w:p>
        </w:tc>
        <w:tc>
          <w:tcPr>
            <w:tcW w:w="1873" w:type="dxa"/>
          </w:tcPr>
          <w:p w14:paraId="30389535" w14:textId="77777777" w:rsidR="00D04814" w:rsidRPr="00B169DF" w:rsidRDefault="00D048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4814">
              <w:rPr>
                <w:rFonts w:ascii="Corbel" w:hAnsi="Corbel"/>
                <w:b w:val="0"/>
                <w:smallCaps w:val="0"/>
                <w:szCs w:val="24"/>
              </w:rPr>
              <w:t>K_U15</w:t>
            </w:r>
          </w:p>
        </w:tc>
      </w:tr>
      <w:tr w:rsidR="00D04814" w:rsidRPr="00B169DF" w14:paraId="197E757B" w14:textId="77777777" w:rsidTr="005E6E85">
        <w:tc>
          <w:tcPr>
            <w:tcW w:w="1701" w:type="dxa"/>
          </w:tcPr>
          <w:p w14:paraId="55C39FAA" w14:textId="77777777" w:rsidR="00D04814" w:rsidRPr="00B169DF" w:rsidRDefault="00523CD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24</w:t>
            </w:r>
          </w:p>
        </w:tc>
        <w:tc>
          <w:tcPr>
            <w:tcW w:w="6096" w:type="dxa"/>
          </w:tcPr>
          <w:p w14:paraId="4CD12608" w14:textId="77777777" w:rsidR="00D04814" w:rsidRPr="00B169DF" w:rsidRDefault="004E524D" w:rsidP="004E52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E524D">
              <w:rPr>
                <w:rFonts w:ascii="Corbel" w:hAnsi="Corbel"/>
                <w:b w:val="0"/>
                <w:smallCaps w:val="0"/>
                <w:szCs w:val="24"/>
              </w:rPr>
              <w:t>Potrafi samodzielnie planować i realizować własne uczenie się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E524D">
              <w:rPr>
                <w:rFonts w:ascii="Corbel" w:hAnsi="Corbel"/>
                <w:b w:val="0"/>
                <w:smallCaps w:val="0"/>
                <w:szCs w:val="24"/>
              </w:rPr>
              <w:t>przez całe życie;</w:t>
            </w:r>
          </w:p>
        </w:tc>
        <w:tc>
          <w:tcPr>
            <w:tcW w:w="1873" w:type="dxa"/>
          </w:tcPr>
          <w:p w14:paraId="0EACE29E" w14:textId="77777777" w:rsidR="00D04814" w:rsidRPr="00B169DF" w:rsidRDefault="00D048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4814">
              <w:rPr>
                <w:rFonts w:ascii="Corbel" w:hAnsi="Corbel"/>
                <w:b w:val="0"/>
                <w:smallCaps w:val="0"/>
                <w:szCs w:val="24"/>
              </w:rPr>
              <w:t>K_U17</w:t>
            </w:r>
          </w:p>
        </w:tc>
      </w:tr>
      <w:tr w:rsidR="00D04814" w:rsidRPr="00B169DF" w14:paraId="42CA2D01" w14:textId="77777777" w:rsidTr="005E6E85">
        <w:tc>
          <w:tcPr>
            <w:tcW w:w="1701" w:type="dxa"/>
          </w:tcPr>
          <w:p w14:paraId="236DBE5C" w14:textId="77777777" w:rsidR="00D04814" w:rsidRPr="00B169DF" w:rsidRDefault="00523CD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25</w:t>
            </w:r>
          </w:p>
        </w:tc>
        <w:tc>
          <w:tcPr>
            <w:tcW w:w="6096" w:type="dxa"/>
          </w:tcPr>
          <w:p w14:paraId="442C9E9F" w14:textId="77777777" w:rsidR="00D04814" w:rsidRPr="00B169DF" w:rsidRDefault="004E524D" w:rsidP="004E52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E524D">
              <w:rPr>
                <w:rFonts w:ascii="Corbel" w:hAnsi="Corbel"/>
                <w:b w:val="0"/>
                <w:smallCaps w:val="0"/>
                <w:szCs w:val="24"/>
              </w:rPr>
              <w:t>Ma świadomość zmienności systemu norm prawnych która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E524D">
              <w:rPr>
                <w:rFonts w:ascii="Corbel" w:hAnsi="Corbel"/>
                <w:b w:val="0"/>
                <w:smallCaps w:val="0"/>
                <w:szCs w:val="24"/>
              </w:rPr>
              <w:t>prowadzi do konieczności ciągłego uzupełniania i doskonalenia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E524D">
              <w:rPr>
                <w:rFonts w:ascii="Corbel" w:hAnsi="Corbel"/>
                <w:b w:val="0"/>
                <w:smallCaps w:val="0"/>
                <w:szCs w:val="24"/>
              </w:rPr>
              <w:t>zarówno zdobytej wiedzy jak i umiejętności;</w:t>
            </w:r>
          </w:p>
        </w:tc>
        <w:tc>
          <w:tcPr>
            <w:tcW w:w="1873" w:type="dxa"/>
          </w:tcPr>
          <w:p w14:paraId="7ECE135F" w14:textId="77777777" w:rsidR="00D04814" w:rsidRPr="00B169DF" w:rsidRDefault="00D048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4814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  <w:tr w:rsidR="00D04814" w:rsidRPr="00B169DF" w14:paraId="2F4EBA0F" w14:textId="77777777" w:rsidTr="005E6E85">
        <w:tc>
          <w:tcPr>
            <w:tcW w:w="1701" w:type="dxa"/>
          </w:tcPr>
          <w:p w14:paraId="612D6530" w14:textId="77777777" w:rsidR="00D04814" w:rsidRPr="00B169DF" w:rsidRDefault="00523CD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26</w:t>
            </w:r>
          </w:p>
        </w:tc>
        <w:tc>
          <w:tcPr>
            <w:tcW w:w="6096" w:type="dxa"/>
          </w:tcPr>
          <w:p w14:paraId="258FDCDF" w14:textId="77777777" w:rsidR="00D04814" w:rsidRPr="00B169DF" w:rsidRDefault="004E524D" w:rsidP="004E52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E524D">
              <w:rPr>
                <w:rFonts w:ascii="Corbel" w:hAnsi="Corbel"/>
                <w:b w:val="0"/>
                <w:smallCaps w:val="0"/>
                <w:szCs w:val="24"/>
              </w:rPr>
              <w:t>Ma świadomość społecznego znaczenia zawodu prawnika;</w:t>
            </w:r>
          </w:p>
        </w:tc>
        <w:tc>
          <w:tcPr>
            <w:tcW w:w="1873" w:type="dxa"/>
          </w:tcPr>
          <w:p w14:paraId="1B192936" w14:textId="77777777" w:rsidR="00D04814" w:rsidRPr="00B169DF" w:rsidRDefault="00D048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4814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  <w:tr w:rsidR="00D04814" w:rsidRPr="00B169DF" w14:paraId="34843190" w14:textId="77777777" w:rsidTr="005E6E85">
        <w:tc>
          <w:tcPr>
            <w:tcW w:w="1701" w:type="dxa"/>
          </w:tcPr>
          <w:p w14:paraId="7A44A930" w14:textId="77777777" w:rsidR="00D04814" w:rsidRPr="00B169DF" w:rsidRDefault="00523CD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27</w:t>
            </w:r>
          </w:p>
        </w:tc>
        <w:tc>
          <w:tcPr>
            <w:tcW w:w="6096" w:type="dxa"/>
          </w:tcPr>
          <w:p w14:paraId="371B8B2D" w14:textId="77777777" w:rsidR="004E524D" w:rsidRPr="004E524D" w:rsidRDefault="004E524D" w:rsidP="004E52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E524D">
              <w:rPr>
                <w:rFonts w:ascii="Corbel" w:hAnsi="Corbel"/>
                <w:b w:val="0"/>
                <w:smallCaps w:val="0"/>
                <w:szCs w:val="24"/>
              </w:rPr>
              <w:t>Rozumie konieczność stosowania etycznych zasad w życiu</w:t>
            </w:r>
          </w:p>
          <w:p w14:paraId="36B71730" w14:textId="77777777" w:rsidR="00D04814" w:rsidRPr="00B169DF" w:rsidRDefault="004E524D" w:rsidP="004E52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E524D">
              <w:rPr>
                <w:rFonts w:ascii="Corbel" w:hAnsi="Corbel"/>
                <w:b w:val="0"/>
                <w:smallCaps w:val="0"/>
                <w:szCs w:val="24"/>
              </w:rPr>
              <w:t>zawodowym prawnika;</w:t>
            </w:r>
          </w:p>
        </w:tc>
        <w:tc>
          <w:tcPr>
            <w:tcW w:w="1873" w:type="dxa"/>
          </w:tcPr>
          <w:p w14:paraId="29015E1C" w14:textId="77777777" w:rsidR="00D04814" w:rsidRPr="00B169DF" w:rsidRDefault="00D048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4814"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  <w:tr w:rsidR="00D04814" w:rsidRPr="00B169DF" w14:paraId="127B4C16" w14:textId="77777777" w:rsidTr="005E6E85">
        <w:tc>
          <w:tcPr>
            <w:tcW w:w="1701" w:type="dxa"/>
          </w:tcPr>
          <w:p w14:paraId="4E6E2F89" w14:textId="77777777" w:rsidR="00D04814" w:rsidRPr="00B169DF" w:rsidRDefault="00523CD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28</w:t>
            </w:r>
          </w:p>
        </w:tc>
        <w:tc>
          <w:tcPr>
            <w:tcW w:w="6096" w:type="dxa"/>
          </w:tcPr>
          <w:p w14:paraId="74228CE2" w14:textId="77777777" w:rsidR="00D04814" w:rsidRPr="00B169DF" w:rsidRDefault="004E524D" w:rsidP="004E52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E524D">
              <w:rPr>
                <w:rFonts w:ascii="Corbel" w:hAnsi="Corbel"/>
                <w:b w:val="0"/>
                <w:smallCaps w:val="0"/>
                <w:szCs w:val="24"/>
              </w:rPr>
              <w:t>Rozumie i ma świadomość potrzeby podejmowania działań na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E524D">
              <w:rPr>
                <w:rFonts w:ascii="Corbel" w:hAnsi="Corbel"/>
                <w:b w:val="0"/>
                <w:smallCaps w:val="0"/>
                <w:szCs w:val="24"/>
              </w:rPr>
              <w:t>rzecz zwiększania poziomu społecznej świadomości prawnej;</w:t>
            </w:r>
          </w:p>
        </w:tc>
        <w:tc>
          <w:tcPr>
            <w:tcW w:w="1873" w:type="dxa"/>
          </w:tcPr>
          <w:p w14:paraId="6C83AC71" w14:textId="77777777" w:rsidR="00D04814" w:rsidRPr="00B169DF" w:rsidRDefault="00D048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4814">
              <w:rPr>
                <w:rFonts w:ascii="Corbel" w:hAnsi="Corbel"/>
                <w:b w:val="0"/>
                <w:smallCaps w:val="0"/>
                <w:szCs w:val="24"/>
              </w:rPr>
              <w:t>K_K06</w:t>
            </w:r>
          </w:p>
        </w:tc>
      </w:tr>
      <w:tr w:rsidR="00D04814" w:rsidRPr="00B169DF" w14:paraId="3DCC5C77" w14:textId="77777777" w:rsidTr="005E6E85">
        <w:tc>
          <w:tcPr>
            <w:tcW w:w="1701" w:type="dxa"/>
          </w:tcPr>
          <w:p w14:paraId="1F22A429" w14:textId="77777777" w:rsidR="00D04814" w:rsidRPr="00B169DF" w:rsidRDefault="00523CD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29</w:t>
            </w:r>
          </w:p>
        </w:tc>
        <w:tc>
          <w:tcPr>
            <w:tcW w:w="6096" w:type="dxa"/>
          </w:tcPr>
          <w:p w14:paraId="0F008D44" w14:textId="77777777" w:rsidR="00D04814" w:rsidRPr="00B169DF" w:rsidRDefault="004E524D" w:rsidP="004E52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E524D">
              <w:rPr>
                <w:rFonts w:ascii="Corbel" w:hAnsi="Corbel"/>
                <w:b w:val="0"/>
                <w:smallCaps w:val="0"/>
                <w:szCs w:val="24"/>
              </w:rPr>
              <w:t>Potrafi samodzielnie i krytycznie uzupełniać zdobytą wiedzę 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E524D">
              <w:rPr>
                <w:rFonts w:ascii="Corbel" w:hAnsi="Corbel"/>
                <w:b w:val="0"/>
                <w:smallCaps w:val="0"/>
                <w:szCs w:val="24"/>
              </w:rPr>
              <w:t>nabyte umiejętności z uwzględnieniem ich interdyscyplinarnego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E524D">
              <w:rPr>
                <w:rFonts w:ascii="Corbel" w:hAnsi="Corbel"/>
                <w:b w:val="0"/>
                <w:smallCaps w:val="0"/>
                <w:szCs w:val="24"/>
              </w:rPr>
              <w:t>wymiaru;</w:t>
            </w:r>
          </w:p>
        </w:tc>
        <w:tc>
          <w:tcPr>
            <w:tcW w:w="1873" w:type="dxa"/>
          </w:tcPr>
          <w:p w14:paraId="23383169" w14:textId="77777777" w:rsidR="00D04814" w:rsidRPr="00B169DF" w:rsidRDefault="00D048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4814">
              <w:rPr>
                <w:rFonts w:ascii="Corbel" w:hAnsi="Corbel"/>
                <w:b w:val="0"/>
                <w:smallCaps w:val="0"/>
                <w:szCs w:val="24"/>
              </w:rPr>
              <w:t>K_K07</w:t>
            </w:r>
          </w:p>
        </w:tc>
      </w:tr>
      <w:tr w:rsidR="00D04814" w:rsidRPr="00B169DF" w14:paraId="0CDB5155" w14:textId="77777777" w:rsidTr="005E6E85">
        <w:tc>
          <w:tcPr>
            <w:tcW w:w="1701" w:type="dxa"/>
          </w:tcPr>
          <w:p w14:paraId="64041A78" w14:textId="77777777" w:rsidR="00D04814" w:rsidRPr="00B169DF" w:rsidRDefault="00523CD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30</w:t>
            </w:r>
          </w:p>
        </w:tc>
        <w:tc>
          <w:tcPr>
            <w:tcW w:w="6096" w:type="dxa"/>
          </w:tcPr>
          <w:p w14:paraId="0C785440" w14:textId="1A938CE3" w:rsidR="00D04814" w:rsidRPr="00B169DF" w:rsidRDefault="004E524D" w:rsidP="004E52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E524D">
              <w:rPr>
                <w:rFonts w:ascii="Corbel" w:hAnsi="Corbel"/>
                <w:b w:val="0"/>
                <w:smallCaps w:val="0"/>
                <w:szCs w:val="24"/>
              </w:rPr>
              <w:t>Szanuje różne poglądy i postawy</w:t>
            </w:r>
            <w:r w:rsidR="00304EDF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7F44C8E1" w14:textId="77777777" w:rsidR="00D04814" w:rsidRPr="00B169DF" w:rsidRDefault="00D048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4814">
              <w:rPr>
                <w:rFonts w:ascii="Corbel" w:hAnsi="Corbel"/>
                <w:b w:val="0"/>
                <w:smallCaps w:val="0"/>
                <w:szCs w:val="24"/>
              </w:rPr>
              <w:t>K_K10</w:t>
            </w:r>
          </w:p>
        </w:tc>
      </w:tr>
    </w:tbl>
    <w:p w14:paraId="54CBEB71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E14256B" w14:textId="77777777"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</w:p>
    <w:p w14:paraId="55EC4BC4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p w14:paraId="65238C7F" w14:textId="77777777" w:rsidR="00675843" w:rsidRPr="00B169DF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4E99D8A9" w14:textId="77777777" w:rsidTr="00923D7D">
        <w:tc>
          <w:tcPr>
            <w:tcW w:w="9639" w:type="dxa"/>
          </w:tcPr>
          <w:p w14:paraId="1FD1CC5D" w14:textId="77777777" w:rsidR="0085747A" w:rsidRPr="00B169D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91E0E" w:rsidRPr="00B169DF" w14:paraId="17FB686B" w14:textId="77777777" w:rsidTr="00923D7D">
        <w:tc>
          <w:tcPr>
            <w:tcW w:w="9639" w:type="dxa"/>
          </w:tcPr>
          <w:p w14:paraId="7F19B32B" w14:textId="77777777" w:rsidR="00A91E0E" w:rsidRPr="009151C4" w:rsidRDefault="00A91E0E" w:rsidP="00FF2761">
            <w:pPr>
              <w:spacing w:after="0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717CA1">
              <w:rPr>
                <w:rFonts w:ascii="Corbel" w:eastAsia="Cambria" w:hAnsi="Corbel"/>
                <w:sz w:val="24"/>
                <w:szCs w:val="24"/>
              </w:rPr>
              <w:t xml:space="preserve">Pojęcie finansów publicznych, środków publicznych, sektora finansów publicznych, budżetu państwa i budżetu jednostki samorządu terytorialnego </w:t>
            </w:r>
          </w:p>
        </w:tc>
      </w:tr>
      <w:tr w:rsidR="00A91E0E" w:rsidRPr="00B169DF" w14:paraId="6DA65409" w14:textId="77777777" w:rsidTr="00923D7D">
        <w:tc>
          <w:tcPr>
            <w:tcW w:w="9639" w:type="dxa"/>
          </w:tcPr>
          <w:p w14:paraId="22E184A6" w14:textId="77777777" w:rsidR="00A91E0E" w:rsidRPr="00717CA1" w:rsidRDefault="00A91E0E" w:rsidP="00FF2761">
            <w:pPr>
              <w:spacing w:after="0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717CA1">
              <w:rPr>
                <w:rFonts w:ascii="Corbel" w:eastAsia="Cambria" w:hAnsi="Corbel"/>
                <w:sz w:val="24"/>
                <w:szCs w:val="24"/>
              </w:rPr>
              <w:t>Funkcjonowanie budżetów: centralnego i samorządowych w świetle zasad budżetowych i wyjątków w stosunku do tych zasad:</w:t>
            </w:r>
          </w:p>
          <w:p w14:paraId="40AA9B7D" w14:textId="77777777" w:rsidR="00A91E0E" w:rsidRPr="00717CA1" w:rsidRDefault="00A91E0E" w:rsidP="00FF2761">
            <w:pPr>
              <w:spacing w:after="0"/>
              <w:ind w:left="360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717CA1">
              <w:rPr>
                <w:rFonts w:ascii="Corbel" w:eastAsia="Cambria" w:hAnsi="Corbel"/>
                <w:sz w:val="24"/>
                <w:szCs w:val="24"/>
              </w:rPr>
              <w:t xml:space="preserve">- zasada uprzedniości budżetu, </w:t>
            </w:r>
          </w:p>
          <w:p w14:paraId="6C1BD350" w14:textId="77777777" w:rsidR="00A91E0E" w:rsidRPr="00717CA1" w:rsidRDefault="00A91E0E" w:rsidP="00FF2761">
            <w:pPr>
              <w:spacing w:after="0"/>
              <w:ind w:left="360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717CA1">
              <w:rPr>
                <w:rFonts w:ascii="Corbel" w:eastAsia="Cambria" w:hAnsi="Corbel"/>
                <w:sz w:val="24"/>
                <w:szCs w:val="24"/>
              </w:rPr>
              <w:t>- zasada roczności budżetu,</w:t>
            </w:r>
          </w:p>
          <w:p w14:paraId="02869A27" w14:textId="77777777" w:rsidR="00A91E0E" w:rsidRPr="00717CA1" w:rsidRDefault="00A91E0E" w:rsidP="00FF2761">
            <w:pPr>
              <w:spacing w:after="0"/>
              <w:ind w:left="360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717CA1">
              <w:rPr>
                <w:rFonts w:ascii="Corbel" w:eastAsia="Cambria" w:hAnsi="Corbel"/>
                <w:sz w:val="24"/>
                <w:szCs w:val="24"/>
              </w:rPr>
              <w:t>- zasada równowagi budżetowej,</w:t>
            </w:r>
          </w:p>
          <w:p w14:paraId="00D487D7" w14:textId="77777777" w:rsidR="00A91E0E" w:rsidRPr="00717CA1" w:rsidRDefault="00A91E0E" w:rsidP="00FF2761">
            <w:pPr>
              <w:spacing w:after="0"/>
              <w:ind w:left="360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717CA1">
              <w:rPr>
                <w:rFonts w:ascii="Corbel" w:eastAsia="Cambria" w:hAnsi="Corbel"/>
                <w:sz w:val="24"/>
                <w:szCs w:val="24"/>
              </w:rPr>
              <w:t>- zasada szczegółowości budżetu,</w:t>
            </w:r>
          </w:p>
          <w:p w14:paraId="746BE306" w14:textId="77777777" w:rsidR="00A91E0E" w:rsidRPr="00717CA1" w:rsidRDefault="00A91E0E" w:rsidP="00FF2761">
            <w:pPr>
              <w:spacing w:after="0"/>
              <w:ind w:left="360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717CA1">
              <w:rPr>
                <w:rFonts w:ascii="Corbel" w:eastAsia="Cambria" w:hAnsi="Corbel"/>
                <w:sz w:val="24"/>
                <w:szCs w:val="24"/>
              </w:rPr>
              <w:t>- zasada powszechności budżetu,</w:t>
            </w:r>
          </w:p>
          <w:p w14:paraId="69F15C8D" w14:textId="77777777" w:rsidR="00A91E0E" w:rsidRPr="00717CA1" w:rsidRDefault="00A91E0E" w:rsidP="00FF2761">
            <w:pPr>
              <w:spacing w:after="0"/>
              <w:ind w:left="360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717CA1">
              <w:rPr>
                <w:rFonts w:ascii="Corbel" w:eastAsia="Cambria" w:hAnsi="Corbel"/>
                <w:sz w:val="24"/>
                <w:szCs w:val="24"/>
              </w:rPr>
              <w:t>- zasada jedności materialnej budżetu,</w:t>
            </w:r>
          </w:p>
          <w:p w14:paraId="6B78724C" w14:textId="77777777" w:rsidR="00A91E0E" w:rsidRPr="00717CA1" w:rsidRDefault="00A91E0E" w:rsidP="00FF2761">
            <w:pPr>
              <w:spacing w:after="0"/>
              <w:ind w:left="360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717CA1">
              <w:rPr>
                <w:rFonts w:ascii="Corbel" w:eastAsia="Cambria" w:hAnsi="Corbel"/>
                <w:sz w:val="24"/>
                <w:szCs w:val="24"/>
              </w:rPr>
              <w:t>- zasada jedności formalnej budżetu (budżet środków europejskich),</w:t>
            </w:r>
          </w:p>
          <w:p w14:paraId="06C5CF17" w14:textId="77777777" w:rsidR="00A91E0E" w:rsidRPr="009151C4" w:rsidRDefault="00A91E0E" w:rsidP="00FF2761">
            <w:pPr>
              <w:spacing w:after="0"/>
              <w:ind w:left="360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717CA1">
              <w:rPr>
                <w:rFonts w:ascii="Corbel" w:eastAsia="Cambria" w:hAnsi="Corbel"/>
                <w:sz w:val="24"/>
                <w:szCs w:val="24"/>
              </w:rPr>
              <w:t xml:space="preserve">- zasada jawności budżetu </w:t>
            </w:r>
          </w:p>
        </w:tc>
      </w:tr>
      <w:tr w:rsidR="00A91E0E" w:rsidRPr="00B169DF" w14:paraId="1B561443" w14:textId="77777777" w:rsidTr="00923D7D">
        <w:tc>
          <w:tcPr>
            <w:tcW w:w="9639" w:type="dxa"/>
          </w:tcPr>
          <w:p w14:paraId="20F2BD54" w14:textId="77777777" w:rsidR="00A91E0E" w:rsidRPr="009151C4" w:rsidRDefault="00A91E0E" w:rsidP="00FF2761">
            <w:pPr>
              <w:spacing w:after="0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717CA1">
              <w:rPr>
                <w:rFonts w:ascii="Corbel" w:eastAsia="Cambria" w:hAnsi="Corbel"/>
                <w:sz w:val="24"/>
                <w:szCs w:val="24"/>
              </w:rPr>
              <w:t xml:space="preserve">Roczne wykonywanie budżetu, z uwzględnieniem zmian w toku realizacji budżetu: przeniesienia planowanych wydatków budżetowych, zablokowania planowanych wydatków budżetowych, uruchamiania rezerw budżetowych </w:t>
            </w:r>
          </w:p>
        </w:tc>
      </w:tr>
      <w:tr w:rsidR="00A91E0E" w:rsidRPr="00B169DF" w14:paraId="445783C2" w14:textId="77777777" w:rsidTr="00923D7D">
        <w:tc>
          <w:tcPr>
            <w:tcW w:w="9639" w:type="dxa"/>
          </w:tcPr>
          <w:p w14:paraId="50541286" w14:textId="77777777" w:rsidR="00A91E0E" w:rsidRPr="009151C4" w:rsidRDefault="00A91E0E" w:rsidP="00FF2761">
            <w:pPr>
              <w:spacing w:after="0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717CA1">
              <w:rPr>
                <w:rFonts w:ascii="Corbel" w:eastAsia="Cambria" w:hAnsi="Corbel"/>
                <w:sz w:val="24"/>
                <w:szCs w:val="24"/>
              </w:rPr>
              <w:t xml:space="preserve">Zasady rozliczania półrocznego i rocznego wykonania budżetu </w:t>
            </w:r>
          </w:p>
        </w:tc>
      </w:tr>
      <w:tr w:rsidR="00A91E0E" w:rsidRPr="00B169DF" w14:paraId="33F969E6" w14:textId="77777777" w:rsidTr="00923D7D">
        <w:tc>
          <w:tcPr>
            <w:tcW w:w="9639" w:type="dxa"/>
          </w:tcPr>
          <w:p w14:paraId="6C668496" w14:textId="77777777" w:rsidR="00A91E0E" w:rsidRPr="009151C4" w:rsidRDefault="00A91E0E" w:rsidP="00FF2761">
            <w:pPr>
              <w:spacing w:after="0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717CA1">
              <w:rPr>
                <w:rFonts w:ascii="Corbel" w:eastAsia="Cambria" w:hAnsi="Corbel"/>
                <w:sz w:val="24"/>
                <w:szCs w:val="24"/>
              </w:rPr>
              <w:t xml:space="preserve">Ogólne zasady odpowiedzialności za naruszenie dyscypliny finansów publicznych </w:t>
            </w:r>
          </w:p>
        </w:tc>
      </w:tr>
      <w:tr w:rsidR="00A91E0E" w:rsidRPr="00B169DF" w14:paraId="4A9C4780" w14:textId="77777777" w:rsidTr="00923D7D">
        <w:tc>
          <w:tcPr>
            <w:tcW w:w="9639" w:type="dxa"/>
          </w:tcPr>
          <w:p w14:paraId="02607CB1" w14:textId="77777777" w:rsidR="00A91E0E" w:rsidRPr="00717CA1" w:rsidRDefault="00A91E0E" w:rsidP="00FF2761">
            <w:pPr>
              <w:spacing w:after="0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717CA1">
              <w:rPr>
                <w:rFonts w:ascii="Corbel" w:eastAsia="Cambria" w:hAnsi="Corbel"/>
                <w:sz w:val="24"/>
                <w:szCs w:val="24"/>
              </w:rPr>
              <w:t>Cechy podatku, systematyka podatków, podatek a inne daniny publicznoprawne</w:t>
            </w:r>
          </w:p>
        </w:tc>
      </w:tr>
      <w:tr w:rsidR="00A91E0E" w:rsidRPr="00B169DF" w14:paraId="24D7DB9C" w14:textId="77777777" w:rsidTr="00923D7D">
        <w:tc>
          <w:tcPr>
            <w:tcW w:w="9639" w:type="dxa"/>
          </w:tcPr>
          <w:p w14:paraId="686FD1FE" w14:textId="77777777" w:rsidR="00A91E0E" w:rsidRPr="00717CA1" w:rsidRDefault="00A91E0E" w:rsidP="00FF2761">
            <w:pPr>
              <w:spacing w:after="0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717CA1">
              <w:rPr>
                <w:rFonts w:ascii="Corbel" w:eastAsia="Cambria" w:hAnsi="Corbel"/>
                <w:sz w:val="24"/>
                <w:szCs w:val="24"/>
              </w:rPr>
              <w:t xml:space="preserve">Elementy konstrukcji normy podatkowo-prawnej i podatku </w:t>
            </w:r>
          </w:p>
        </w:tc>
      </w:tr>
      <w:tr w:rsidR="00A91E0E" w:rsidRPr="00B169DF" w14:paraId="0540AD16" w14:textId="77777777" w:rsidTr="00923D7D">
        <w:tc>
          <w:tcPr>
            <w:tcW w:w="9639" w:type="dxa"/>
          </w:tcPr>
          <w:p w14:paraId="0810BD74" w14:textId="77777777" w:rsidR="00A91E0E" w:rsidRPr="00717CA1" w:rsidRDefault="00A91E0E" w:rsidP="00FF2761">
            <w:pPr>
              <w:spacing w:after="0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717CA1">
              <w:rPr>
                <w:rFonts w:ascii="Corbel" w:eastAsia="Cambria" w:hAnsi="Corbel"/>
                <w:sz w:val="24"/>
                <w:szCs w:val="24"/>
              </w:rPr>
              <w:t xml:space="preserve">Ogólne prawo podatkowe - obowiązek podatkowy i zobowiązanie podatkowe, obowiązek podstawowy oraz obowiązki instrumentalne, organy podatkowe, charakter odpowiedzialności </w:t>
            </w:r>
            <w:r w:rsidRPr="00717CA1">
              <w:rPr>
                <w:rFonts w:ascii="Corbel" w:eastAsia="Cambria" w:hAnsi="Corbel"/>
                <w:sz w:val="24"/>
                <w:szCs w:val="24"/>
              </w:rPr>
              <w:lastRenderedPageBreak/>
              <w:t xml:space="preserve">za zobowiązania podatkowe, termin zapłaty podatku, zaległość podatkowa, wygasanie zobowiązań podatkowych, przedawnienie zobowiązań podatkowych, zasady postępowania z nadpłatą podatku, odpowiedzialność osób trzecich za zobowiązania podatkowe, odpowiedzialność następców prawnych, czynność sprawdzające i kontrola podatkowa </w:t>
            </w:r>
          </w:p>
        </w:tc>
      </w:tr>
      <w:tr w:rsidR="00A91E0E" w:rsidRPr="00B169DF" w14:paraId="43EA1283" w14:textId="77777777" w:rsidTr="00923D7D">
        <w:tc>
          <w:tcPr>
            <w:tcW w:w="9639" w:type="dxa"/>
          </w:tcPr>
          <w:p w14:paraId="1D3CE356" w14:textId="77777777" w:rsidR="00A91E0E" w:rsidRPr="00717CA1" w:rsidRDefault="00A91E0E" w:rsidP="00FF2761">
            <w:pPr>
              <w:spacing w:after="0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717CA1">
              <w:rPr>
                <w:rFonts w:ascii="Corbel" w:eastAsia="Cambria" w:hAnsi="Corbel"/>
                <w:sz w:val="24"/>
                <w:szCs w:val="24"/>
              </w:rPr>
              <w:lastRenderedPageBreak/>
              <w:t xml:space="preserve">Podatki państwowe bezpośrednie - podatek dochodowy od osób fizycznych i podatek dochodowy od osób prawnych (podmiot i przedmiot opodatkowania, podstawa opodatkowania, rodzaje stawek, zasady obliczania i płacenia podatków, zwolnienia podatkowe) </w:t>
            </w:r>
          </w:p>
        </w:tc>
      </w:tr>
      <w:tr w:rsidR="00A91E0E" w:rsidRPr="00B169DF" w14:paraId="5A9CA358" w14:textId="77777777" w:rsidTr="00923D7D">
        <w:tc>
          <w:tcPr>
            <w:tcW w:w="9639" w:type="dxa"/>
          </w:tcPr>
          <w:p w14:paraId="05D5153E" w14:textId="77777777" w:rsidR="00A91E0E" w:rsidRPr="00717CA1" w:rsidRDefault="00A91E0E" w:rsidP="00FF2761">
            <w:pPr>
              <w:spacing w:after="0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717CA1">
              <w:rPr>
                <w:rFonts w:ascii="Corbel" w:eastAsia="Cambria" w:hAnsi="Corbel"/>
                <w:sz w:val="24"/>
                <w:szCs w:val="24"/>
              </w:rPr>
              <w:t xml:space="preserve">Podatki państwowe pośrednie - podatek od towarów i usług (podmiot i przedmiot opodatkowania, podstawa  opodatkowania, rodzaje stawek, zasady obliczania i płacenia podatków, zwolnienia podatkowe) </w:t>
            </w:r>
          </w:p>
        </w:tc>
      </w:tr>
      <w:tr w:rsidR="00A91E0E" w:rsidRPr="00B169DF" w14:paraId="39246188" w14:textId="77777777" w:rsidTr="00923D7D">
        <w:tc>
          <w:tcPr>
            <w:tcW w:w="9639" w:type="dxa"/>
          </w:tcPr>
          <w:p w14:paraId="46334D2C" w14:textId="77777777" w:rsidR="00A91E0E" w:rsidRPr="00717CA1" w:rsidRDefault="00A91E0E" w:rsidP="00FF2761">
            <w:pPr>
              <w:spacing w:after="0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717CA1">
              <w:rPr>
                <w:rFonts w:ascii="Corbel" w:eastAsia="Cambria" w:hAnsi="Corbel"/>
                <w:sz w:val="24"/>
                <w:szCs w:val="24"/>
              </w:rPr>
              <w:t xml:space="preserve">Podatki samorządowe – podatek od spadków i darowizn, podatek od nieruchomości, podatek od środków transportu, podatek leśny, podatek rolny, podatek od czynności cywilnoprawnych (elementy konstrukcji wymienionych podatków) </w:t>
            </w:r>
          </w:p>
        </w:tc>
      </w:tr>
    </w:tbl>
    <w:p w14:paraId="43BE825C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E9BE919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Problematyka ćwiczeń, konwersator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Pr="00B169DF">
        <w:rPr>
          <w:rFonts w:ascii="Corbel" w:hAnsi="Corbel"/>
          <w:sz w:val="24"/>
          <w:szCs w:val="24"/>
        </w:rPr>
        <w:t>, laborator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="009F4610" w:rsidRPr="00B169DF">
        <w:rPr>
          <w:rFonts w:ascii="Corbel" w:hAnsi="Corbel"/>
          <w:sz w:val="24"/>
          <w:szCs w:val="24"/>
        </w:rPr>
        <w:t xml:space="preserve">, </w:t>
      </w:r>
      <w:r w:rsidRPr="00B169DF">
        <w:rPr>
          <w:rFonts w:ascii="Corbel" w:hAnsi="Corbel"/>
          <w:sz w:val="24"/>
          <w:szCs w:val="24"/>
        </w:rPr>
        <w:t xml:space="preserve">zajęć praktycznych </w:t>
      </w:r>
    </w:p>
    <w:p w14:paraId="3E4A5094" w14:textId="77777777" w:rsidR="0085747A" w:rsidRPr="00B169DF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14:paraId="42884A01" w14:textId="77777777" w:rsidR="004E524D" w:rsidRDefault="004E524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18BEBF2" w14:textId="77777777" w:rsidR="004E524D" w:rsidRDefault="004E524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FE765BF" w14:textId="77777777" w:rsidR="004E524D" w:rsidRPr="00B169DF" w:rsidRDefault="004E524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B37517E" w14:textId="77777777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</w:p>
    <w:p w14:paraId="343E0C97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B75D113" w14:textId="77777777" w:rsidR="00A91E0E" w:rsidRDefault="00A91E0E" w:rsidP="00A91E0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717CA1">
        <w:rPr>
          <w:rFonts w:ascii="Corbel" w:hAnsi="Corbel"/>
          <w:smallCaps w:val="0"/>
          <w:szCs w:val="24"/>
        </w:rPr>
        <w:t>Wykład z prezentacją multimedialną, analiza i interpretacja tekstów źródłowych, analiza przypadków, dyskusja.</w:t>
      </w:r>
    </w:p>
    <w:p w14:paraId="01E2A60A" w14:textId="77777777" w:rsidR="00A91E0E" w:rsidRDefault="00A91E0E" w:rsidP="00A91E0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</w:p>
    <w:p w14:paraId="6F0882D4" w14:textId="77777777" w:rsidR="00A91E0E" w:rsidRDefault="00A91E0E" w:rsidP="00A91E0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Ćwiczenia: analiza tekstów z dyskusją, metoda projektów(projekt badawczy, wdrożeniowy, praktyczny),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grupach (rozwiązywanie zadań, dyskusja),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348FFDDF" w14:textId="77777777" w:rsidR="00A91E0E" w:rsidRPr="00153C41" w:rsidRDefault="00A91E0E" w:rsidP="00A91E0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Laboratorium: wykonywanie doświadczeń, projektowanie doświadczeń</w:t>
      </w:r>
    </w:p>
    <w:p w14:paraId="130B3259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F974E1C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</w:p>
    <w:p w14:paraId="5A9C507A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9C83D06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51D9EDD0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B169DF" w14:paraId="0A5FCACB" w14:textId="77777777" w:rsidTr="00C05F44">
        <w:tc>
          <w:tcPr>
            <w:tcW w:w="1985" w:type="dxa"/>
            <w:vAlign w:val="center"/>
          </w:tcPr>
          <w:p w14:paraId="30852E36" w14:textId="77777777" w:rsidR="0085747A" w:rsidRPr="00B169D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04AABCE" w14:textId="77777777" w:rsidR="0085747A" w:rsidRPr="00B169D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BADBDAD" w14:textId="77777777" w:rsidR="0085747A" w:rsidRPr="00B169D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63526665" w14:textId="77777777" w:rsidR="00923D7D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B2F2308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523CD3" w:rsidRPr="00717CA1" w14:paraId="72C6B945" w14:textId="77777777" w:rsidTr="00523CD3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37BFB" w14:textId="77777777" w:rsidR="00523CD3" w:rsidRPr="00717CA1" w:rsidRDefault="00523CD3" w:rsidP="00FF276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17CA1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8026E" w14:textId="77777777" w:rsidR="00523CD3" w:rsidRPr="00523CD3" w:rsidRDefault="00523CD3" w:rsidP="00FF276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23CD3">
              <w:rPr>
                <w:rFonts w:ascii="Corbel" w:hAnsi="Corbel"/>
                <w:b w:val="0"/>
                <w:szCs w:val="24"/>
              </w:rPr>
              <w:t xml:space="preserve">Egzamin </w:t>
            </w:r>
          </w:p>
          <w:p w14:paraId="49B22348" w14:textId="77777777" w:rsidR="00523CD3" w:rsidRPr="00523CD3" w:rsidRDefault="00523CD3" w:rsidP="00FF276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05B98" w14:textId="77777777" w:rsidR="00523CD3" w:rsidRPr="00717CA1" w:rsidRDefault="00523CD3" w:rsidP="00FF276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523CD3" w:rsidRPr="00717CA1" w14:paraId="4E386C96" w14:textId="77777777" w:rsidTr="00523CD3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E9137" w14:textId="77777777" w:rsidR="00523CD3" w:rsidRPr="00717CA1" w:rsidRDefault="00523CD3" w:rsidP="00FF276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17CA1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5BC47" w14:textId="77777777" w:rsidR="00523CD3" w:rsidRPr="00523CD3" w:rsidRDefault="00523CD3" w:rsidP="00FF276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23CD3">
              <w:rPr>
                <w:rFonts w:ascii="Corbel" w:hAnsi="Corbel"/>
                <w:b w:val="0"/>
                <w:szCs w:val="24"/>
              </w:rPr>
              <w:t xml:space="preserve">Egzamin </w:t>
            </w:r>
          </w:p>
          <w:p w14:paraId="33A4CCB5" w14:textId="77777777" w:rsidR="00523CD3" w:rsidRPr="00523CD3" w:rsidRDefault="00523CD3" w:rsidP="00FF276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DF838" w14:textId="77777777" w:rsidR="00523CD3" w:rsidRPr="00717CA1" w:rsidRDefault="00523CD3" w:rsidP="00FF276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523CD3" w:rsidRPr="00717CA1" w14:paraId="393067B1" w14:textId="77777777" w:rsidTr="00523CD3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A9413" w14:textId="77777777" w:rsidR="00523CD3" w:rsidRPr="00717CA1" w:rsidRDefault="00523CD3" w:rsidP="00FF276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17CA1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F9815" w14:textId="77777777" w:rsidR="00523CD3" w:rsidRPr="00523CD3" w:rsidRDefault="00523CD3" w:rsidP="00FF276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23CD3">
              <w:rPr>
                <w:rFonts w:ascii="Corbel" w:hAnsi="Corbel"/>
                <w:b w:val="0"/>
                <w:szCs w:val="24"/>
              </w:rPr>
              <w:t>Egzamin</w:t>
            </w:r>
          </w:p>
          <w:p w14:paraId="777A4F24" w14:textId="77777777" w:rsidR="00523CD3" w:rsidRPr="00523CD3" w:rsidRDefault="00523CD3" w:rsidP="00FF276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B1F66" w14:textId="77777777" w:rsidR="00523CD3" w:rsidRPr="00717CA1" w:rsidRDefault="00523CD3" w:rsidP="00FF276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523CD3" w:rsidRPr="00717CA1" w14:paraId="100AD284" w14:textId="77777777" w:rsidTr="00523CD3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6D0C3" w14:textId="77777777" w:rsidR="00523CD3" w:rsidRPr="00523CD3" w:rsidRDefault="00523CD3" w:rsidP="00523CD3">
            <w:pPr>
              <w:pStyle w:val="Punktygwne"/>
              <w:spacing w:after="0"/>
              <w:rPr>
                <w:rFonts w:ascii="Corbel" w:hAnsi="Corbel"/>
                <w:b w:val="0"/>
                <w:szCs w:val="24"/>
              </w:rPr>
            </w:pPr>
            <w:r w:rsidRPr="00523CD3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38C0D" w14:textId="77777777" w:rsidR="00523CD3" w:rsidRPr="00523CD3" w:rsidRDefault="00523CD3" w:rsidP="00FF276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23CD3">
              <w:rPr>
                <w:rFonts w:ascii="Corbel" w:hAnsi="Corbel"/>
                <w:b w:val="0"/>
                <w:szCs w:val="24"/>
              </w:rPr>
              <w:t>Egzamin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0A5F0" w14:textId="77777777" w:rsidR="00523CD3" w:rsidRPr="00717CA1" w:rsidRDefault="00523CD3" w:rsidP="00FF276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523CD3" w:rsidRPr="00717CA1" w14:paraId="2BC69C98" w14:textId="77777777" w:rsidTr="00523CD3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ABBC4" w14:textId="77777777" w:rsidR="00523CD3" w:rsidRPr="00523CD3" w:rsidRDefault="00523CD3" w:rsidP="00523CD3">
            <w:pPr>
              <w:pStyle w:val="Punktygwne"/>
              <w:spacing w:after="0"/>
              <w:rPr>
                <w:rFonts w:ascii="Corbel" w:hAnsi="Corbel"/>
                <w:b w:val="0"/>
                <w:szCs w:val="24"/>
              </w:rPr>
            </w:pPr>
            <w:r w:rsidRPr="00523CD3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20F52" w14:textId="77777777" w:rsidR="00523CD3" w:rsidRPr="00523CD3" w:rsidRDefault="00523CD3" w:rsidP="00FF276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23CD3">
              <w:rPr>
                <w:rFonts w:ascii="Corbel" w:hAnsi="Corbel"/>
                <w:b w:val="0"/>
                <w:szCs w:val="24"/>
              </w:rPr>
              <w:t>Egzamin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26A59" w14:textId="77777777" w:rsidR="00523CD3" w:rsidRPr="00717CA1" w:rsidRDefault="00523CD3" w:rsidP="00FF276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523CD3" w:rsidRPr="00717CA1" w14:paraId="55CC0E38" w14:textId="77777777" w:rsidTr="00523CD3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238E6" w14:textId="77777777" w:rsidR="00523CD3" w:rsidRPr="00523CD3" w:rsidRDefault="00523CD3" w:rsidP="00523CD3">
            <w:pPr>
              <w:pStyle w:val="Punktygwne"/>
              <w:spacing w:after="0"/>
              <w:rPr>
                <w:rFonts w:ascii="Corbel" w:hAnsi="Corbel"/>
                <w:b w:val="0"/>
                <w:szCs w:val="24"/>
              </w:rPr>
            </w:pPr>
            <w:r w:rsidRPr="00523CD3">
              <w:rPr>
                <w:rFonts w:ascii="Corbel" w:hAnsi="Corbel"/>
                <w:b w:val="0"/>
                <w:szCs w:val="24"/>
              </w:rPr>
              <w:lastRenderedPageBreak/>
              <w:t>EK_06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DCCE9" w14:textId="77777777" w:rsidR="00523CD3" w:rsidRPr="00523CD3" w:rsidRDefault="00523CD3" w:rsidP="00FF276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23CD3">
              <w:rPr>
                <w:rFonts w:ascii="Corbel" w:hAnsi="Corbel"/>
                <w:b w:val="0"/>
                <w:szCs w:val="24"/>
              </w:rPr>
              <w:t>Egzamin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ADC24" w14:textId="77777777" w:rsidR="00523CD3" w:rsidRPr="00717CA1" w:rsidRDefault="00523CD3" w:rsidP="00FF276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17CA1"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523CD3" w:rsidRPr="00717CA1" w14:paraId="4185AF3A" w14:textId="77777777" w:rsidTr="00523CD3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A5C94" w14:textId="77777777" w:rsidR="00523CD3" w:rsidRPr="00523CD3" w:rsidRDefault="00523CD3" w:rsidP="00523CD3">
            <w:pPr>
              <w:pStyle w:val="Punktygwne"/>
              <w:spacing w:after="0"/>
              <w:rPr>
                <w:rFonts w:ascii="Corbel" w:hAnsi="Corbel"/>
                <w:b w:val="0"/>
                <w:szCs w:val="24"/>
              </w:rPr>
            </w:pPr>
            <w:r w:rsidRPr="00523CD3"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E5244" w14:textId="77777777" w:rsidR="00523CD3" w:rsidRPr="00523CD3" w:rsidRDefault="00523CD3" w:rsidP="00FF276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23CD3">
              <w:rPr>
                <w:rFonts w:ascii="Corbel" w:hAnsi="Corbel"/>
                <w:b w:val="0"/>
                <w:szCs w:val="24"/>
              </w:rPr>
              <w:t xml:space="preserve">Egzamin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6AC87" w14:textId="77777777" w:rsidR="00523CD3" w:rsidRPr="00717CA1" w:rsidRDefault="00523CD3" w:rsidP="00FF276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17CA1"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523CD3" w:rsidRPr="00717CA1" w14:paraId="155F3DA7" w14:textId="77777777" w:rsidTr="00523CD3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02B66" w14:textId="77777777" w:rsidR="00523CD3" w:rsidRPr="00523CD3" w:rsidRDefault="00523CD3" w:rsidP="00523CD3">
            <w:pPr>
              <w:pStyle w:val="Punktygwne"/>
              <w:spacing w:after="0"/>
              <w:rPr>
                <w:rFonts w:ascii="Corbel" w:hAnsi="Corbel"/>
                <w:b w:val="0"/>
                <w:szCs w:val="24"/>
              </w:rPr>
            </w:pPr>
            <w:r w:rsidRPr="00523CD3"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DAE09" w14:textId="77777777" w:rsidR="00523CD3" w:rsidRPr="00523CD3" w:rsidRDefault="00523CD3" w:rsidP="00FF276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23CD3">
              <w:rPr>
                <w:rFonts w:ascii="Corbel" w:hAnsi="Corbel"/>
                <w:b w:val="0"/>
                <w:szCs w:val="24"/>
              </w:rPr>
              <w:t>Egzamin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A8223" w14:textId="77777777" w:rsidR="00523CD3" w:rsidRPr="00717CA1" w:rsidRDefault="00523CD3" w:rsidP="00FF276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523CD3" w:rsidRPr="00717CA1" w14:paraId="1CD335AF" w14:textId="77777777" w:rsidTr="00523CD3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CE758" w14:textId="77777777" w:rsidR="00523CD3" w:rsidRPr="00523CD3" w:rsidRDefault="00523CD3" w:rsidP="00523CD3">
            <w:pPr>
              <w:pStyle w:val="Punktygwne"/>
              <w:spacing w:after="0"/>
              <w:rPr>
                <w:rFonts w:ascii="Corbel" w:hAnsi="Corbel"/>
                <w:b w:val="0"/>
                <w:szCs w:val="24"/>
              </w:rPr>
            </w:pPr>
            <w:r w:rsidRPr="00523CD3">
              <w:rPr>
                <w:rFonts w:ascii="Corbel" w:hAnsi="Corbel"/>
                <w:b w:val="0"/>
                <w:szCs w:val="24"/>
              </w:rPr>
              <w:t>EK_09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3CCDF" w14:textId="77777777" w:rsidR="00523CD3" w:rsidRPr="00523CD3" w:rsidRDefault="00523CD3" w:rsidP="00FF276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23CD3">
              <w:rPr>
                <w:rFonts w:ascii="Corbel" w:hAnsi="Corbel"/>
                <w:b w:val="0"/>
                <w:szCs w:val="24"/>
              </w:rPr>
              <w:t>Egzamin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75FCE" w14:textId="77777777" w:rsidR="00523CD3" w:rsidRPr="00717CA1" w:rsidRDefault="00523CD3" w:rsidP="00FF276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523CD3" w:rsidRPr="00717CA1" w14:paraId="17AA344A" w14:textId="77777777" w:rsidTr="00523CD3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F37DD" w14:textId="77777777" w:rsidR="00523CD3" w:rsidRPr="00523CD3" w:rsidRDefault="00523CD3" w:rsidP="00523CD3">
            <w:pPr>
              <w:pStyle w:val="Punktygwne"/>
              <w:spacing w:after="0"/>
              <w:rPr>
                <w:rFonts w:ascii="Corbel" w:hAnsi="Corbel"/>
                <w:b w:val="0"/>
                <w:szCs w:val="24"/>
              </w:rPr>
            </w:pPr>
            <w:r w:rsidRPr="00523CD3">
              <w:rPr>
                <w:rFonts w:ascii="Corbel" w:hAnsi="Corbel"/>
                <w:b w:val="0"/>
                <w:szCs w:val="24"/>
              </w:rPr>
              <w:t>EK_10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F0974" w14:textId="77777777" w:rsidR="00523CD3" w:rsidRPr="00523CD3" w:rsidRDefault="00523CD3" w:rsidP="00FF276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23CD3">
              <w:rPr>
                <w:rFonts w:ascii="Corbel" w:hAnsi="Corbel"/>
                <w:b w:val="0"/>
                <w:szCs w:val="24"/>
              </w:rPr>
              <w:t>Egzamin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A7DD5" w14:textId="77777777" w:rsidR="00523CD3" w:rsidRPr="00717CA1" w:rsidRDefault="00523CD3" w:rsidP="00FF276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523CD3" w:rsidRPr="00717CA1" w14:paraId="26C6770C" w14:textId="77777777" w:rsidTr="00523CD3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4C18A" w14:textId="77777777" w:rsidR="00523CD3" w:rsidRPr="00523CD3" w:rsidRDefault="00523CD3" w:rsidP="00523CD3">
            <w:pPr>
              <w:pStyle w:val="Punktygwne"/>
              <w:spacing w:after="0"/>
              <w:rPr>
                <w:rFonts w:ascii="Corbel" w:hAnsi="Corbel"/>
                <w:b w:val="0"/>
                <w:szCs w:val="24"/>
              </w:rPr>
            </w:pPr>
            <w:r w:rsidRPr="00523CD3">
              <w:rPr>
                <w:rFonts w:ascii="Corbel" w:hAnsi="Corbel"/>
                <w:b w:val="0"/>
                <w:szCs w:val="24"/>
              </w:rPr>
              <w:t>EK_11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1AFFD" w14:textId="77777777" w:rsidR="00523CD3" w:rsidRPr="00523CD3" w:rsidRDefault="00523CD3" w:rsidP="00FF276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23CD3">
              <w:rPr>
                <w:rFonts w:ascii="Corbel" w:hAnsi="Corbel"/>
                <w:b w:val="0"/>
                <w:szCs w:val="24"/>
              </w:rPr>
              <w:t xml:space="preserve">Egzamin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94346" w14:textId="77777777" w:rsidR="00523CD3" w:rsidRPr="00717CA1" w:rsidRDefault="00523CD3" w:rsidP="00FF276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17CA1"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523CD3" w:rsidRPr="00717CA1" w14:paraId="06BA5115" w14:textId="77777777" w:rsidTr="00523CD3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1DE0E" w14:textId="77777777" w:rsidR="00523CD3" w:rsidRPr="00523CD3" w:rsidRDefault="00523CD3" w:rsidP="00523CD3">
            <w:pPr>
              <w:pStyle w:val="Punktygwne"/>
              <w:spacing w:after="0"/>
              <w:rPr>
                <w:rFonts w:ascii="Corbel" w:hAnsi="Corbel"/>
                <w:b w:val="0"/>
                <w:szCs w:val="24"/>
              </w:rPr>
            </w:pPr>
            <w:r w:rsidRPr="00523CD3">
              <w:rPr>
                <w:rFonts w:ascii="Corbel" w:hAnsi="Corbel"/>
                <w:b w:val="0"/>
                <w:szCs w:val="24"/>
              </w:rPr>
              <w:t>EK_12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42ED7" w14:textId="77777777" w:rsidR="00304EDF" w:rsidRPr="00523CD3" w:rsidRDefault="00304EDF" w:rsidP="00304ED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23CD3">
              <w:rPr>
                <w:rFonts w:ascii="Corbel" w:hAnsi="Corbel"/>
                <w:b w:val="0"/>
                <w:szCs w:val="24"/>
              </w:rPr>
              <w:t xml:space="preserve">Egzamin </w:t>
            </w:r>
          </w:p>
          <w:p w14:paraId="5C4078A1" w14:textId="344F2A3D" w:rsidR="00523CD3" w:rsidRPr="00523CD3" w:rsidRDefault="00523CD3" w:rsidP="00FF276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0A583" w14:textId="43821B45" w:rsidR="00523CD3" w:rsidRPr="00717CA1" w:rsidRDefault="00304EDF" w:rsidP="00FF276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523CD3" w:rsidRPr="00717CA1" w14:paraId="419404D2" w14:textId="77777777" w:rsidTr="00523CD3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558D6" w14:textId="77777777" w:rsidR="00523CD3" w:rsidRPr="00523CD3" w:rsidRDefault="00523CD3" w:rsidP="00523CD3">
            <w:pPr>
              <w:pStyle w:val="Punktygwne"/>
              <w:spacing w:after="0"/>
              <w:rPr>
                <w:rFonts w:ascii="Corbel" w:hAnsi="Corbel"/>
                <w:b w:val="0"/>
                <w:szCs w:val="24"/>
              </w:rPr>
            </w:pPr>
            <w:r w:rsidRPr="00523CD3">
              <w:rPr>
                <w:rFonts w:ascii="Corbel" w:hAnsi="Corbel"/>
                <w:b w:val="0"/>
                <w:szCs w:val="24"/>
              </w:rPr>
              <w:t>EK_13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DEB27" w14:textId="77777777" w:rsidR="00523CD3" w:rsidRPr="00523CD3" w:rsidRDefault="00523CD3" w:rsidP="00FF276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23CD3">
              <w:rPr>
                <w:rFonts w:ascii="Corbel" w:hAnsi="Corbel"/>
                <w:b w:val="0"/>
                <w:szCs w:val="24"/>
              </w:rPr>
              <w:t xml:space="preserve">Egzamin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2EFBC" w14:textId="77777777" w:rsidR="00523CD3" w:rsidRPr="00717CA1" w:rsidRDefault="00523CD3" w:rsidP="00FF276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  <w:r w:rsidRPr="00717CA1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523CD3" w:rsidRPr="00717CA1" w14:paraId="4328C1CD" w14:textId="77777777" w:rsidTr="00523CD3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9BA23" w14:textId="77777777" w:rsidR="00523CD3" w:rsidRPr="00523CD3" w:rsidRDefault="00523CD3" w:rsidP="00523CD3">
            <w:pPr>
              <w:pStyle w:val="Punktygwne"/>
              <w:spacing w:after="0"/>
              <w:rPr>
                <w:rFonts w:ascii="Corbel" w:hAnsi="Corbel"/>
                <w:b w:val="0"/>
                <w:szCs w:val="24"/>
              </w:rPr>
            </w:pPr>
            <w:r w:rsidRPr="00523CD3">
              <w:rPr>
                <w:rFonts w:ascii="Corbel" w:hAnsi="Corbel"/>
                <w:b w:val="0"/>
                <w:szCs w:val="24"/>
              </w:rPr>
              <w:t>EK_14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C0F99" w14:textId="77777777" w:rsidR="00304EDF" w:rsidRPr="00523CD3" w:rsidRDefault="00304EDF" w:rsidP="00304ED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23CD3">
              <w:rPr>
                <w:rFonts w:ascii="Corbel" w:hAnsi="Corbel"/>
                <w:b w:val="0"/>
                <w:szCs w:val="24"/>
              </w:rPr>
              <w:t xml:space="preserve">Egzamin </w:t>
            </w:r>
          </w:p>
          <w:p w14:paraId="4CB6C65A" w14:textId="6AB138C7" w:rsidR="00523CD3" w:rsidRPr="00523CD3" w:rsidRDefault="00523CD3" w:rsidP="00FF276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44B48" w14:textId="64E7F1C8" w:rsidR="00523CD3" w:rsidRPr="00717CA1" w:rsidRDefault="00304EDF" w:rsidP="00FF276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  <w:r w:rsidR="00523CD3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523CD3" w:rsidRPr="00717CA1" w14:paraId="3715896B" w14:textId="77777777" w:rsidTr="00523CD3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FBB9A" w14:textId="77777777" w:rsidR="00523CD3" w:rsidRPr="00523CD3" w:rsidRDefault="00523CD3" w:rsidP="00523CD3">
            <w:pPr>
              <w:pStyle w:val="Punktygwne"/>
              <w:spacing w:after="0"/>
              <w:rPr>
                <w:rFonts w:ascii="Corbel" w:hAnsi="Corbel"/>
                <w:b w:val="0"/>
                <w:szCs w:val="24"/>
              </w:rPr>
            </w:pPr>
            <w:r w:rsidRPr="00523CD3">
              <w:rPr>
                <w:rFonts w:ascii="Corbel" w:hAnsi="Corbel"/>
                <w:b w:val="0"/>
                <w:szCs w:val="24"/>
              </w:rPr>
              <w:t>EK_15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0A044" w14:textId="77777777" w:rsidR="00304EDF" w:rsidRPr="00523CD3" w:rsidRDefault="00304EDF" w:rsidP="00304ED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23CD3">
              <w:rPr>
                <w:rFonts w:ascii="Corbel" w:hAnsi="Corbel"/>
                <w:b w:val="0"/>
                <w:szCs w:val="24"/>
              </w:rPr>
              <w:t xml:space="preserve">Egzamin </w:t>
            </w:r>
          </w:p>
          <w:p w14:paraId="43ECCC86" w14:textId="29026670" w:rsidR="00523CD3" w:rsidRPr="00523CD3" w:rsidRDefault="00523CD3" w:rsidP="00FF276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F18C1" w14:textId="03B3CBBD" w:rsidR="00523CD3" w:rsidRPr="00717CA1" w:rsidRDefault="00304EDF" w:rsidP="00FF276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  <w:r w:rsidR="00523CD3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523CD3" w:rsidRPr="00717CA1" w14:paraId="4D2E065B" w14:textId="77777777" w:rsidTr="00523CD3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59786" w14:textId="77777777" w:rsidR="00523CD3" w:rsidRPr="00523CD3" w:rsidRDefault="00523CD3" w:rsidP="00523CD3">
            <w:pPr>
              <w:pStyle w:val="Punktygwne"/>
              <w:spacing w:after="0"/>
              <w:rPr>
                <w:rFonts w:ascii="Corbel" w:hAnsi="Corbel"/>
                <w:b w:val="0"/>
                <w:szCs w:val="24"/>
              </w:rPr>
            </w:pPr>
            <w:r w:rsidRPr="00523CD3">
              <w:rPr>
                <w:rFonts w:ascii="Corbel" w:hAnsi="Corbel"/>
                <w:b w:val="0"/>
                <w:szCs w:val="24"/>
              </w:rPr>
              <w:t>EK_16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6FE9C" w14:textId="77777777" w:rsidR="00304EDF" w:rsidRPr="00523CD3" w:rsidRDefault="00304EDF" w:rsidP="00304ED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23CD3">
              <w:rPr>
                <w:rFonts w:ascii="Corbel" w:hAnsi="Corbel"/>
                <w:b w:val="0"/>
                <w:szCs w:val="24"/>
              </w:rPr>
              <w:t xml:space="preserve">Egzamin </w:t>
            </w:r>
          </w:p>
          <w:p w14:paraId="18D2DEBA" w14:textId="35C0526D" w:rsidR="00523CD3" w:rsidRPr="00523CD3" w:rsidRDefault="00523CD3" w:rsidP="00FF276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74063" w14:textId="33B9CD00" w:rsidR="00523CD3" w:rsidRPr="00717CA1" w:rsidRDefault="00304EDF" w:rsidP="00FF276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  <w:r w:rsidR="00523CD3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523CD3" w:rsidRPr="00717CA1" w14:paraId="1A33F1C4" w14:textId="77777777" w:rsidTr="00523CD3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6BC94" w14:textId="77777777" w:rsidR="00523CD3" w:rsidRPr="00523CD3" w:rsidRDefault="00523CD3" w:rsidP="00523CD3">
            <w:pPr>
              <w:pStyle w:val="Punktygwne"/>
              <w:spacing w:after="0"/>
              <w:rPr>
                <w:rFonts w:ascii="Corbel" w:hAnsi="Corbel"/>
                <w:b w:val="0"/>
                <w:szCs w:val="24"/>
              </w:rPr>
            </w:pPr>
            <w:r w:rsidRPr="00523CD3">
              <w:rPr>
                <w:rFonts w:ascii="Corbel" w:hAnsi="Corbel"/>
                <w:b w:val="0"/>
                <w:szCs w:val="24"/>
              </w:rPr>
              <w:t>EK_17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B6BB9" w14:textId="77777777" w:rsidR="00304EDF" w:rsidRPr="00523CD3" w:rsidRDefault="00304EDF" w:rsidP="00304ED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23CD3">
              <w:rPr>
                <w:rFonts w:ascii="Corbel" w:hAnsi="Corbel"/>
                <w:b w:val="0"/>
                <w:szCs w:val="24"/>
              </w:rPr>
              <w:t xml:space="preserve">Egzamin </w:t>
            </w:r>
          </w:p>
          <w:p w14:paraId="726D6CB4" w14:textId="32FC231A" w:rsidR="00523CD3" w:rsidRPr="00523CD3" w:rsidRDefault="00523CD3" w:rsidP="00FF276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027CE" w14:textId="0178B100" w:rsidR="00523CD3" w:rsidRPr="00717CA1" w:rsidRDefault="00304EDF" w:rsidP="00FF276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  <w:r w:rsidR="00523CD3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523CD3" w:rsidRPr="00717CA1" w14:paraId="4AD64396" w14:textId="77777777" w:rsidTr="00523CD3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E9D48" w14:textId="77777777" w:rsidR="00523CD3" w:rsidRPr="00523CD3" w:rsidRDefault="00523CD3" w:rsidP="00523CD3">
            <w:pPr>
              <w:pStyle w:val="Punktygwne"/>
              <w:spacing w:after="0"/>
              <w:rPr>
                <w:rFonts w:ascii="Corbel" w:hAnsi="Corbel"/>
                <w:b w:val="0"/>
                <w:szCs w:val="24"/>
              </w:rPr>
            </w:pPr>
            <w:r w:rsidRPr="00523CD3">
              <w:rPr>
                <w:rFonts w:ascii="Corbel" w:hAnsi="Corbel"/>
                <w:b w:val="0"/>
                <w:szCs w:val="24"/>
              </w:rPr>
              <w:t>EK_18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4D640" w14:textId="77777777" w:rsidR="00304EDF" w:rsidRPr="00523CD3" w:rsidRDefault="00304EDF" w:rsidP="00304ED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23CD3">
              <w:rPr>
                <w:rFonts w:ascii="Corbel" w:hAnsi="Corbel"/>
                <w:b w:val="0"/>
                <w:szCs w:val="24"/>
              </w:rPr>
              <w:t xml:space="preserve">Egzamin </w:t>
            </w:r>
          </w:p>
          <w:p w14:paraId="7274AC05" w14:textId="338935E1" w:rsidR="00523CD3" w:rsidRPr="00523CD3" w:rsidRDefault="00523CD3" w:rsidP="00FF276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825FE" w14:textId="1BBB741D" w:rsidR="00523CD3" w:rsidRPr="00717CA1" w:rsidRDefault="00304EDF" w:rsidP="00FF276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  <w:r w:rsidR="00523CD3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523CD3" w:rsidRPr="00717CA1" w14:paraId="68EA7BC7" w14:textId="77777777" w:rsidTr="00523CD3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BA1D2" w14:textId="77777777" w:rsidR="00523CD3" w:rsidRPr="00523CD3" w:rsidRDefault="00523CD3" w:rsidP="00523CD3">
            <w:pPr>
              <w:pStyle w:val="Punktygwne"/>
              <w:spacing w:after="0"/>
              <w:rPr>
                <w:rFonts w:ascii="Corbel" w:hAnsi="Corbel"/>
                <w:b w:val="0"/>
                <w:szCs w:val="24"/>
              </w:rPr>
            </w:pPr>
            <w:r w:rsidRPr="00523CD3">
              <w:rPr>
                <w:rFonts w:ascii="Corbel" w:hAnsi="Corbel"/>
                <w:b w:val="0"/>
                <w:szCs w:val="24"/>
              </w:rPr>
              <w:t>EK_19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18FCB" w14:textId="77777777" w:rsidR="00304EDF" w:rsidRPr="00523CD3" w:rsidRDefault="00304EDF" w:rsidP="00304ED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23CD3">
              <w:rPr>
                <w:rFonts w:ascii="Corbel" w:hAnsi="Corbel"/>
                <w:b w:val="0"/>
                <w:szCs w:val="24"/>
              </w:rPr>
              <w:t xml:space="preserve">Egzamin </w:t>
            </w:r>
          </w:p>
          <w:p w14:paraId="22ABA971" w14:textId="36C577CC" w:rsidR="00523CD3" w:rsidRPr="00523CD3" w:rsidRDefault="00523CD3" w:rsidP="00FF276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017B6" w14:textId="114870F1" w:rsidR="00523CD3" w:rsidRPr="00717CA1" w:rsidRDefault="00304EDF" w:rsidP="00FF276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  <w:r w:rsidR="00523CD3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523CD3" w:rsidRPr="00717CA1" w14:paraId="394484C7" w14:textId="77777777" w:rsidTr="00523CD3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B7942" w14:textId="77777777" w:rsidR="00523CD3" w:rsidRPr="00523CD3" w:rsidRDefault="00523CD3" w:rsidP="00523CD3">
            <w:pPr>
              <w:pStyle w:val="Punktygwne"/>
              <w:spacing w:after="0"/>
              <w:rPr>
                <w:rFonts w:ascii="Corbel" w:hAnsi="Corbel"/>
                <w:b w:val="0"/>
                <w:szCs w:val="24"/>
              </w:rPr>
            </w:pPr>
            <w:r w:rsidRPr="00523CD3">
              <w:rPr>
                <w:rFonts w:ascii="Corbel" w:hAnsi="Corbel"/>
                <w:b w:val="0"/>
                <w:szCs w:val="24"/>
              </w:rPr>
              <w:t>EK_20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C71C6" w14:textId="77777777" w:rsidR="00304EDF" w:rsidRPr="00523CD3" w:rsidRDefault="00304EDF" w:rsidP="00304ED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23CD3">
              <w:rPr>
                <w:rFonts w:ascii="Corbel" w:hAnsi="Corbel"/>
                <w:b w:val="0"/>
                <w:szCs w:val="24"/>
              </w:rPr>
              <w:t xml:space="preserve">Egzamin </w:t>
            </w:r>
          </w:p>
          <w:p w14:paraId="1587850A" w14:textId="0E85806C" w:rsidR="00523CD3" w:rsidRPr="00523CD3" w:rsidRDefault="00523CD3" w:rsidP="00FF276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77C9F" w14:textId="57C7368F" w:rsidR="00523CD3" w:rsidRPr="00717CA1" w:rsidRDefault="00304EDF" w:rsidP="00FF276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  <w:r w:rsidR="00523CD3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523CD3" w:rsidRPr="00717CA1" w14:paraId="376BB049" w14:textId="77777777" w:rsidTr="00523CD3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695CB" w14:textId="77777777" w:rsidR="00523CD3" w:rsidRPr="00523CD3" w:rsidRDefault="00523CD3" w:rsidP="00523CD3">
            <w:pPr>
              <w:pStyle w:val="Punktygwne"/>
              <w:spacing w:after="0"/>
              <w:rPr>
                <w:rFonts w:ascii="Corbel" w:hAnsi="Corbel"/>
                <w:b w:val="0"/>
                <w:szCs w:val="24"/>
              </w:rPr>
            </w:pPr>
            <w:r w:rsidRPr="00523CD3">
              <w:rPr>
                <w:rFonts w:ascii="Corbel" w:hAnsi="Corbel"/>
                <w:b w:val="0"/>
                <w:szCs w:val="24"/>
              </w:rPr>
              <w:t>EK_21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57DB4" w14:textId="77777777" w:rsidR="00304EDF" w:rsidRPr="00523CD3" w:rsidRDefault="00304EDF" w:rsidP="00304ED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23CD3">
              <w:rPr>
                <w:rFonts w:ascii="Corbel" w:hAnsi="Corbel"/>
                <w:b w:val="0"/>
                <w:szCs w:val="24"/>
              </w:rPr>
              <w:t xml:space="preserve">Egzamin </w:t>
            </w:r>
          </w:p>
          <w:p w14:paraId="55CD5BDF" w14:textId="70EE9FCD" w:rsidR="00523CD3" w:rsidRPr="00523CD3" w:rsidRDefault="00523CD3" w:rsidP="00FF276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A4CA8" w14:textId="56228009" w:rsidR="00523CD3" w:rsidRPr="00717CA1" w:rsidRDefault="00304EDF" w:rsidP="00FF276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  <w:r w:rsidR="00523CD3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523CD3" w:rsidRPr="00717CA1" w14:paraId="039296D0" w14:textId="77777777" w:rsidTr="00523CD3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69F89" w14:textId="77777777" w:rsidR="00523CD3" w:rsidRPr="00523CD3" w:rsidRDefault="00523CD3" w:rsidP="00523CD3">
            <w:pPr>
              <w:pStyle w:val="Punktygwne"/>
              <w:spacing w:after="0"/>
              <w:rPr>
                <w:rFonts w:ascii="Corbel" w:hAnsi="Corbel"/>
                <w:b w:val="0"/>
                <w:szCs w:val="24"/>
              </w:rPr>
            </w:pPr>
            <w:r w:rsidRPr="00523CD3">
              <w:rPr>
                <w:rFonts w:ascii="Corbel" w:hAnsi="Corbel"/>
                <w:b w:val="0"/>
                <w:szCs w:val="24"/>
              </w:rPr>
              <w:t>EK_22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F273F" w14:textId="77777777" w:rsidR="00304EDF" w:rsidRPr="00523CD3" w:rsidRDefault="00304EDF" w:rsidP="00304ED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23CD3">
              <w:rPr>
                <w:rFonts w:ascii="Corbel" w:hAnsi="Corbel"/>
                <w:b w:val="0"/>
                <w:szCs w:val="24"/>
              </w:rPr>
              <w:t xml:space="preserve">Egzamin </w:t>
            </w:r>
          </w:p>
          <w:p w14:paraId="4B331B64" w14:textId="0DDD338C" w:rsidR="00523CD3" w:rsidRPr="00523CD3" w:rsidRDefault="00523CD3" w:rsidP="00FF276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EB641" w14:textId="2644F51E" w:rsidR="00523CD3" w:rsidRPr="00717CA1" w:rsidRDefault="00304EDF" w:rsidP="00FF276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  <w:r w:rsidR="00523CD3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523CD3" w:rsidRPr="00717CA1" w14:paraId="744C93C6" w14:textId="77777777" w:rsidTr="00523CD3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049B6" w14:textId="77777777" w:rsidR="00523CD3" w:rsidRPr="00523CD3" w:rsidRDefault="00523CD3" w:rsidP="00523CD3">
            <w:pPr>
              <w:pStyle w:val="Punktygwne"/>
              <w:spacing w:after="0"/>
              <w:rPr>
                <w:rFonts w:ascii="Corbel" w:hAnsi="Corbel"/>
                <w:b w:val="0"/>
                <w:szCs w:val="24"/>
              </w:rPr>
            </w:pPr>
            <w:r w:rsidRPr="00523CD3">
              <w:rPr>
                <w:rFonts w:ascii="Corbel" w:hAnsi="Corbel"/>
                <w:b w:val="0"/>
                <w:szCs w:val="24"/>
              </w:rPr>
              <w:t>EK_23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E13EA" w14:textId="77777777" w:rsidR="00304EDF" w:rsidRPr="00523CD3" w:rsidRDefault="00304EDF" w:rsidP="00304ED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23CD3">
              <w:rPr>
                <w:rFonts w:ascii="Corbel" w:hAnsi="Corbel"/>
                <w:b w:val="0"/>
                <w:szCs w:val="24"/>
              </w:rPr>
              <w:t xml:space="preserve">Egzamin </w:t>
            </w:r>
          </w:p>
          <w:p w14:paraId="6B0892A9" w14:textId="0D55CF4A" w:rsidR="00523CD3" w:rsidRPr="00523CD3" w:rsidRDefault="00523CD3" w:rsidP="00FF276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F6042" w14:textId="6C7A228C" w:rsidR="00523CD3" w:rsidRPr="00717CA1" w:rsidRDefault="00304EDF" w:rsidP="00FF276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  <w:r w:rsidR="00523CD3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523CD3" w:rsidRPr="00717CA1" w14:paraId="28CF81E2" w14:textId="77777777" w:rsidTr="00523CD3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DFDEE" w14:textId="77777777" w:rsidR="00523CD3" w:rsidRPr="00523CD3" w:rsidRDefault="00523CD3" w:rsidP="00523CD3">
            <w:pPr>
              <w:pStyle w:val="Punktygwne"/>
              <w:spacing w:after="0"/>
              <w:rPr>
                <w:rFonts w:ascii="Corbel" w:hAnsi="Corbel"/>
                <w:b w:val="0"/>
                <w:szCs w:val="24"/>
              </w:rPr>
            </w:pPr>
            <w:r w:rsidRPr="00523CD3">
              <w:rPr>
                <w:rFonts w:ascii="Corbel" w:hAnsi="Corbel"/>
                <w:b w:val="0"/>
                <w:szCs w:val="24"/>
              </w:rPr>
              <w:t>EK_24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8A2BD" w14:textId="77777777" w:rsidR="00304EDF" w:rsidRPr="00523CD3" w:rsidRDefault="00304EDF" w:rsidP="00304ED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23CD3">
              <w:rPr>
                <w:rFonts w:ascii="Corbel" w:hAnsi="Corbel"/>
                <w:b w:val="0"/>
                <w:szCs w:val="24"/>
              </w:rPr>
              <w:t xml:space="preserve">Egzamin </w:t>
            </w:r>
          </w:p>
          <w:p w14:paraId="5193559F" w14:textId="6EC0EBF2" w:rsidR="00523CD3" w:rsidRPr="00523CD3" w:rsidRDefault="00523CD3" w:rsidP="00FF276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89D84" w14:textId="07E1BD87" w:rsidR="00523CD3" w:rsidRPr="00717CA1" w:rsidRDefault="00304EDF" w:rsidP="00FF276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  <w:r w:rsidR="00523CD3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523CD3" w:rsidRPr="00717CA1" w14:paraId="236B13F5" w14:textId="77777777" w:rsidTr="00523CD3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68608" w14:textId="77777777" w:rsidR="00523CD3" w:rsidRPr="00523CD3" w:rsidRDefault="00523CD3" w:rsidP="00523CD3">
            <w:pPr>
              <w:pStyle w:val="Punktygwne"/>
              <w:spacing w:after="0"/>
              <w:rPr>
                <w:rFonts w:ascii="Corbel" w:hAnsi="Corbel"/>
                <w:b w:val="0"/>
                <w:szCs w:val="24"/>
              </w:rPr>
            </w:pPr>
            <w:r w:rsidRPr="00523CD3">
              <w:rPr>
                <w:rFonts w:ascii="Corbel" w:hAnsi="Corbel"/>
                <w:b w:val="0"/>
                <w:szCs w:val="24"/>
              </w:rPr>
              <w:t>EK_25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0ACF5" w14:textId="77777777" w:rsidR="00523CD3" w:rsidRPr="00523CD3" w:rsidRDefault="00523CD3" w:rsidP="00FF276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23CD3">
              <w:rPr>
                <w:rFonts w:ascii="Corbel" w:hAnsi="Corbel"/>
                <w:b w:val="0"/>
                <w:szCs w:val="24"/>
              </w:rPr>
              <w:t>Egzamin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81ADB" w14:textId="77777777" w:rsidR="00523CD3" w:rsidRPr="00717CA1" w:rsidRDefault="00523CD3" w:rsidP="00FF276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523CD3" w:rsidRPr="00717CA1" w14:paraId="5031587A" w14:textId="77777777" w:rsidTr="00523CD3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97405" w14:textId="77777777" w:rsidR="00523CD3" w:rsidRPr="00523CD3" w:rsidRDefault="00523CD3" w:rsidP="00523CD3">
            <w:pPr>
              <w:pStyle w:val="Punktygwne"/>
              <w:spacing w:after="0"/>
              <w:rPr>
                <w:rFonts w:ascii="Corbel" w:hAnsi="Corbel"/>
                <w:b w:val="0"/>
                <w:szCs w:val="24"/>
              </w:rPr>
            </w:pPr>
            <w:r w:rsidRPr="00523CD3">
              <w:rPr>
                <w:rFonts w:ascii="Corbel" w:hAnsi="Corbel"/>
                <w:b w:val="0"/>
                <w:szCs w:val="24"/>
              </w:rPr>
              <w:t>EK_26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767A8" w14:textId="77777777" w:rsidR="00304EDF" w:rsidRPr="00523CD3" w:rsidRDefault="00304EDF" w:rsidP="00304ED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23CD3">
              <w:rPr>
                <w:rFonts w:ascii="Corbel" w:hAnsi="Corbel"/>
                <w:b w:val="0"/>
                <w:szCs w:val="24"/>
              </w:rPr>
              <w:t xml:space="preserve">Egzamin </w:t>
            </w:r>
          </w:p>
          <w:p w14:paraId="6014D1BC" w14:textId="29BF3600" w:rsidR="00523CD3" w:rsidRPr="00523CD3" w:rsidRDefault="00523CD3" w:rsidP="00FF276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F050C" w14:textId="6E0A6D17" w:rsidR="00523CD3" w:rsidRPr="00717CA1" w:rsidRDefault="00304EDF" w:rsidP="00FF276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  <w:r w:rsidR="00523CD3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523CD3" w:rsidRPr="00717CA1" w14:paraId="29F3370C" w14:textId="77777777" w:rsidTr="00523CD3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C263A" w14:textId="77777777" w:rsidR="00523CD3" w:rsidRPr="00523CD3" w:rsidRDefault="00523CD3" w:rsidP="00523CD3">
            <w:pPr>
              <w:pStyle w:val="Punktygwne"/>
              <w:spacing w:after="0"/>
              <w:rPr>
                <w:rFonts w:ascii="Corbel" w:hAnsi="Corbel"/>
                <w:b w:val="0"/>
                <w:szCs w:val="24"/>
              </w:rPr>
            </w:pPr>
            <w:r w:rsidRPr="00523CD3">
              <w:rPr>
                <w:rFonts w:ascii="Corbel" w:hAnsi="Corbel"/>
                <w:b w:val="0"/>
                <w:szCs w:val="24"/>
              </w:rPr>
              <w:t>EK_27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D839B" w14:textId="77777777" w:rsidR="00304EDF" w:rsidRPr="00523CD3" w:rsidRDefault="00304EDF" w:rsidP="00304ED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23CD3">
              <w:rPr>
                <w:rFonts w:ascii="Corbel" w:hAnsi="Corbel"/>
                <w:b w:val="0"/>
                <w:szCs w:val="24"/>
              </w:rPr>
              <w:t xml:space="preserve">Egzamin </w:t>
            </w:r>
          </w:p>
          <w:p w14:paraId="22F333BF" w14:textId="09FC09B8" w:rsidR="00523CD3" w:rsidRPr="00523CD3" w:rsidRDefault="00523CD3" w:rsidP="00FF276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4F476" w14:textId="641914BC" w:rsidR="00523CD3" w:rsidRPr="00717CA1" w:rsidRDefault="00304EDF" w:rsidP="00FF276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  <w:r w:rsidR="00523CD3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523CD3" w:rsidRPr="00717CA1" w14:paraId="32AF9A43" w14:textId="77777777" w:rsidTr="00523CD3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39B93" w14:textId="77777777" w:rsidR="00523CD3" w:rsidRPr="00523CD3" w:rsidRDefault="00523CD3" w:rsidP="00523CD3">
            <w:pPr>
              <w:pStyle w:val="Punktygwne"/>
              <w:spacing w:after="0"/>
              <w:rPr>
                <w:rFonts w:ascii="Corbel" w:hAnsi="Corbel"/>
                <w:b w:val="0"/>
                <w:szCs w:val="24"/>
              </w:rPr>
            </w:pPr>
            <w:r w:rsidRPr="00523CD3">
              <w:rPr>
                <w:rFonts w:ascii="Corbel" w:hAnsi="Corbel"/>
                <w:b w:val="0"/>
                <w:szCs w:val="24"/>
              </w:rPr>
              <w:t>EK_28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45CE7" w14:textId="77777777" w:rsidR="00523CD3" w:rsidRPr="00523CD3" w:rsidRDefault="00523CD3" w:rsidP="00FF276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23CD3">
              <w:rPr>
                <w:rFonts w:ascii="Corbel" w:hAnsi="Corbel"/>
                <w:b w:val="0"/>
                <w:szCs w:val="24"/>
              </w:rPr>
              <w:t>Egzamin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CBF31" w14:textId="77777777" w:rsidR="00523CD3" w:rsidRPr="00717CA1" w:rsidRDefault="00523CD3" w:rsidP="00FF276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523CD3" w:rsidRPr="00717CA1" w14:paraId="5E19BD43" w14:textId="77777777" w:rsidTr="00523CD3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DBF8E" w14:textId="77777777" w:rsidR="00523CD3" w:rsidRPr="00523CD3" w:rsidRDefault="00523CD3" w:rsidP="00523CD3">
            <w:pPr>
              <w:pStyle w:val="Punktygwne"/>
              <w:spacing w:after="0"/>
              <w:rPr>
                <w:rFonts w:ascii="Corbel" w:hAnsi="Corbel"/>
                <w:b w:val="0"/>
                <w:szCs w:val="24"/>
              </w:rPr>
            </w:pPr>
            <w:r w:rsidRPr="00523CD3">
              <w:rPr>
                <w:rFonts w:ascii="Corbel" w:hAnsi="Corbel"/>
                <w:b w:val="0"/>
                <w:szCs w:val="24"/>
              </w:rPr>
              <w:t>EK_29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A5B71" w14:textId="77777777" w:rsidR="00523CD3" w:rsidRPr="00523CD3" w:rsidRDefault="00523CD3" w:rsidP="00FF276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23CD3">
              <w:rPr>
                <w:rFonts w:ascii="Corbel" w:hAnsi="Corbel"/>
                <w:b w:val="0"/>
                <w:szCs w:val="24"/>
              </w:rPr>
              <w:t>Egzamin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2C203" w14:textId="77777777" w:rsidR="00523CD3" w:rsidRPr="00717CA1" w:rsidRDefault="00523CD3" w:rsidP="00FF276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523CD3" w:rsidRPr="00717CA1" w14:paraId="201CF268" w14:textId="77777777" w:rsidTr="00523CD3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E9AD1" w14:textId="77777777" w:rsidR="00523CD3" w:rsidRPr="00523CD3" w:rsidRDefault="00523CD3" w:rsidP="00523CD3">
            <w:pPr>
              <w:pStyle w:val="Punktygwne"/>
              <w:spacing w:after="0"/>
              <w:rPr>
                <w:rFonts w:ascii="Corbel" w:hAnsi="Corbel"/>
                <w:b w:val="0"/>
                <w:szCs w:val="24"/>
              </w:rPr>
            </w:pPr>
            <w:r w:rsidRPr="00523CD3">
              <w:rPr>
                <w:rFonts w:ascii="Corbel" w:hAnsi="Corbel"/>
                <w:b w:val="0"/>
                <w:szCs w:val="24"/>
              </w:rPr>
              <w:t>EK_30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617D9" w14:textId="77777777" w:rsidR="00523CD3" w:rsidRPr="00523CD3" w:rsidRDefault="00523CD3" w:rsidP="00FF276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23CD3">
              <w:rPr>
                <w:rFonts w:ascii="Corbel" w:hAnsi="Corbel"/>
                <w:b w:val="0"/>
                <w:szCs w:val="24"/>
              </w:rPr>
              <w:t>Egzamin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DA417" w14:textId="77777777" w:rsidR="00523CD3" w:rsidRPr="00717CA1" w:rsidRDefault="00523CD3" w:rsidP="00FF276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</w:tbl>
    <w:p w14:paraId="118C306A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A2A0190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</w:p>
    <w:p w14:paraId="488ACDD9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70FE9BBA" w14:textId="77777777" w:rsidTr="00923D7D">
        <w:tc>
          <w:tcPr>
            <w:tcW w:w="9670" w:type="dxa"/>
          </w:tcPr>
          <w:p w14:paraId="6B79F2A9" w14:textId="77777777" w:rsidR="00A91E0E" w:rsidRPr="00717CA1" w:rsidRDefault="00A91E0E" w:rsidP="00A91E0E">
            <w:pPr>
              <w:pStyle w:val="Punktygwne"/>
              <w:spacing w:before="0" w:after="0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 w:rsidRPr="00717CA1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Wyniki egzaminu. Egzamin ustny składa się z 3 pytań, za każde pytanie student może otrzymać max. 1 pkt (ewentualnie 1/4.; 1/2;3/4). Skala ocen: 4 ¼ - 5 – bdb; 4 – dbpl;  3 ¼-3 ¾ - db; 3 – dstpl; 2 ¼ - 2 ¾ - dst. W ramach egzaminu ustnego student losuje zestaw trzech pytań. </w:t>
            </w:r>
          </w:p>
          <w:p w14:paraId="405F23D2" w14:textId="77777777" w:rsidR="00A91E0E" w:rsidRPr="00717CA1" w:rsidRDefault="00A91E0E" w:rsidP="00A91E0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717CA1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W przypadku egzaminu pisemnego, studenci udzielą w ciągu 1 godz. </w:t>
            </w:r>
            <w:r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zegarowej </w:t>
            </w:r>
            <w:r w:rsidRPr="00717CA1">
              <w:rPr>
                <w:rFonts w:ascii="Corbel" w:eastAsia="Cambria" w:hAnsi="Corbel"/>
                <w:b w:val="0"/>
                <w:smallCaps w:val="0"/>
                <w:szCs w:val="24"/>
              </w:rPr>
              <w:t>odpowiedzi na 5 pytań. Warunkiem uzyskania zaliczenia będzie udzielenie poprawnych odpowiedzi na egzaminie pisemnym na co najmniej połowę pytań.</w:t>
            </w:r>
          </w:p>
          <w:p w14:paraId="1CEE14D2" w14:textId="77777777" w:rsidR="0085747A" w:rsidRPr="00B169DF" w:rsidRDefault="00A91E0E" w:rsidP="00A91E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7CA1">
              <w:rPr>
                <w:rFonts w:ascii="Corbel" w:hAnsi="Corbel"/>
                <w:b w:val="0"/>
                <w:smallCaps w:val="0"/>
                <w:szCs w:val="24"/>
              </w:rPr>
              <w:t>Kryteria oceny: kompletność odpowiedzi, poprawna term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inologia, aktualny stan prawny.</w:t>
            </w:r>
          </w:p>
          <w:p w14:paraId="74A1747B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2A910F3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FC2726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676B3CD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B169DF" w14:paraId="4DDACD1E" w14:textId="77777777" w:rsidTr="003E1941">
        <w:tc>
          <w:tcPr>
            <w:tcW w:w="4962" w:type="dxa"/>
            <w:vAlign w:val="center"/>
          </w:tcPr>
          <w:p w14:paraId="62DC6E87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D890D94" w14:textId="414EBD2B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304E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187034" w:rsidRPr="00B169DF" w14:paraId="6C75687D" w14:textId="77777777" w:rsidTr="00923D7D">
        <w:tc>
          <w:tcPr>
            <w:tcW w:w="4962" w:type="dxa"/>
          </w:tcPr>
          <w:p w14:paraId="5DFBD662" w14:textId="77777777" w:rsidR="00187034" w:rsidRPr="00B169DF" w:rsidRDefault="0018703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77" w:type="dxa"/>
          </w:tcPr>
          <w:p w14:paraId="215C4951" w14:textId="77777777" w:rsidR="00187034" w:rsidRPr="009C54AE" w:rsidRDefault="002F21FD" w:rsidP="00FF276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187034" w:rsidRPr="00B169DF" w14:paraId="329B50EF" w14:textId="77777777" w:rsidTr="00923D7D">
        <w:tc>
          <w:tcPr>
            <w:tcW w:w="4962" w:type="dxa"/>
          </w:tcPr>
          <w:p w14:paraId="6F3668DC" w14:textId="77777777" w:rsidR="00187034" w:rsidRPr="00B169DF" w:rsidRDefault="0018703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1561BE07" w14:textId="77777777" w:rsidR="00187034" w:rsidRPr="00B169DF" w:rsidRDefault="0018703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1C3E0FE" w14:textId="77777777" w:rsidR="00187034" w:rsidRPr="009C54AE" w:rsidRDefault="00187034" w:rsidP="00FF276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187034" w:rsidRPr="00B169DF" w14:paraId="513A09F4" w14:textId="77777777" w:rsidTr="00923D7D">
        <w:tc>
          <w:tcPr>
            <w:tcW w:w="4962" w:type="dxa"/>
          </w:tcPr>
          <w:p w14:paraId="0B7CA071" w14:textId="77777777" w:rsidR="00187034" w:rsidRPr="00B169DF" w:rsidRDefault="0018703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4723CAB2" w14:textId="77777777" w:rsidR="00187034" w:rsidRPr="00B169DF" w:rsidRDefault="0018703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4323D89E" w14:textId="77777777" w:rsidR="00187034" w:rsidRPr="009C54AE" w:rsidRDefault="002F21FD" w:rsidP="00FF276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102</w:t>
            </w:r>
          </w:p>
        </w:tc>
      </w:tr>
      <w:tr w:rsidR="00187034" w:rsidRPr="00B169DF" w14:paraId="4E9EACC9" w14:textId="77777777" w:rsidTr="00923D7D">
        <w:tc>
          <w:tcPr>
            <w:tcW w:w="4962" w:type="dxa"/>
          </w:tcPr>
          <w:p w14:paraId="3A9CA657" w14:textId="77777777" w:rsidR="00187034" w:rsidRPr="00B169DF" w:rsidRDefault="0018703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6A62323" w14:textId="77777777" w:rsidR="00187034" w:rsidRPr="009C54AE" w:rsidRDefault="00187034" w:rsidP="00FF276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150</w:t>
            </w:r>
          </w:p>
        </w:tc>
      </w:tr>
      <w:tr w:rsidR="00187034" w:rsidRPr="00B169DF" w14:paraId="3126DB4B" w14:textId="77777777" w:rsidTr="00923D7D">
        <w:tc>
          <w:tcPr>
            <w:tcW w:w="4962" w:type="dxa"/>
          </w:tcPr>
          <w:p w14:paraId="38578844" w14:textId="77777777" w:rsidR="00187034" w:rsidRPr="00B169DF" w:rsidRDefault="0018703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1136C1A" w14:textId="77777777" w:rsidR="00187034" w:rsidRPr="009C54AE" w:rsidRDefault="00187034" w:rsidP="00FF276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14:paraId="3AB7886A" w14:textId="77777777"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DF91EE1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9226572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479A99BC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14:paraId="0C08E33C" w14:textId="77777777" w:rsidTr="0071620A">
        <w:trPr>
          <w:trHeight w:val="397"/>
        </w:trPr>
        <w:tc>
          <w:tcPr>
            <w:tcW w:w="3544" w:type="dxa"/>
          </w:tcPr>
          <w:p w14:paraId="11089A8A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21D606D" w14:textId="77777777" w:rsidR="0085747A" w:rsidRPr="00B169DF" w:rsidRDefault="0018703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B169DF" w14:paraId="05D93129" w14:textId="77777777" w:rsidTr="0071620A">
        <w:trPr>
          <w:trHeight w:val="397"/>
        </w:trPr>
        <w:tc>
          <w:tcPr>
            <w:tcW w:w="3544" w:type="dxa"/>
          </w:tcPr>
          <w:p w14:paraId="4C0219A9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79F5053" w14:textId="77777777" w:rsidR="0085747A" w:rsidRPr="00B169DF" w:rsidRDefault="0018703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83F9D6D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B874CE5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</w:p>
    <w:p w14:paraId="509DAF0D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155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55"/>
      </w:tblGrid>
      <w:tr w:rsidR="00730A69" w:rsidRPr="00A76E3A" w14:paraId="022DDD74" w14:textId="77777777" w:rsidTr="00D86217">
        <w:trPr>
          <w:trHeight w:val="397"/>
        </w:trPr>
        <w:tc>
          <w:tcPr>
            <w:tcW w:w="9155" w:type="dxa"/>
          </w:tcPr>
          <w:p w14:paraId="2585A2B3" w14:textId="77777777" w:rsidR="00730A69" w:rsidRPr="009151C4" w:rsidRDefault="00730A69" w:rsidP="00D86217">
            <w:pPr>
              <w:pStyle w:val="Punktygwne"/>
              <w:spacing w:before="0" w:after="0"/>
              <w:jc w:val="both"/>
              <w:rPr>
                <w:szCs w:val="24"/>
              </w:rPr>
            </w:pPr>
            <w:r w:rsidRPr="009151C4">
              <w:rPr>
                <w:szCs w:val="24"/>
              </w:rPr>
              <w:t>Literatura podstawowa:</w:t>
            </w:r>
          </w:p>
          <w:p w14:paraId="12BF74F6" w14:textId="77777777" w:rsidR="00730A69" w:rsidRPr="00A76E3A" w:rsidRDefault="00730A69" w:rsidP="00D86217">
            <w:pPr>
              <w:pStyle w:val="Punktygwne"/>
              <w:spacing w:before="0" w:after="0"/>
              <w:jc w:val="both"/>
              <w:rPr>
                <w:b w:val="0"/>
                <w:szCs w:val="24"/>
              </w:rPr>
            </w:pPr>
          </w:p>
          <w:p w14:paraId="55F6C33A" w14:textId="77777777" w:rsidR="00730A69" w:rsidRPr="0045208D" w:rsidRDefault="00730A69" w:rsidP="00D86217">
            <w:pPr>
              <w:pStyle w:val="Nagwek1"/>
              <w:spacing w:before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auto"/>
                <w:spacing w:val="-12"/>
                <w:kern w:val="36"/>
                <w:sz w:val="24"/>
                <w:szCs w:val="24"/>
                <w:lang w:eastAsia="pl-PL"/>
              </w:rPr>
            </w:pPr>
            <w:r w:rsidRPr="0045208D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W. Miemiec, </w:t>
            </w:r>
            <w:r w:rsidRPr="0045208D">
              <w:rPr>
                <w:rFonts w:ascii="Times New Roman" w:eastAsia="Times New Roman" w:hAnsi="Times New Roman" w:cs="Times New Roman"/>
                <w:bCs/>
                <w:i/>
                <w:color w:val="auto"/>
                <w:spacing w:val="-12"/>
                <w:kern w:val="36"/>
                <w:sz w:val="24"/>
                <w:szCs w:val="24"/>
                <w:lang w:eastAsia="pl-PL"/>
              </w:rPr>
              <w:t>Prawo finansów publicznych z kazusami i pytaniami</w:t>
            </w:r>
            <w:r w:rsidRPr="0045208D">
              <w:rPr>
                <w:rFonts w:ascii="Times New Roman" w:eastAsia="Times New Roman" w:hAnsi="Times New Roman" w:cs="Times New Roman"/>
                <w:bCs/>
                <w:color w:val="auto"/>
                <w:spacing w:val="-12"/>
                <w:kern w:val="36"/>
                <w:sz w:val="24"/>
                <w:szCs w:val="24"/>
                <w:lang w:eastAsia="pl-PL"/>
              </w:rPr>
              <w:t>, Wolters Kluwer 2023,</w:t>
            </w:r>
          </w:p>
          <w:p w14:paraId="76AC7B4F" w14:textId="77777777" w:rsidR="00730A69" w:rsidRPr="0045208D" w:rsidRDefault="00730A69" w:rsidP="00D86217">
            <w:pPr>
              <w:spacing w:after="0" w:line="240" w:lineRule="auto"/>
              <w:jc w:val="both"/>
              <w:rPr>
                <w:rStyle w:val="markedcontent"/>
                <w:rFonts w:ascii="Times New Roman" w:hAnsi="Times New Roman"/>
                <w:sz w:val="24"/>
                <w:szCs w:val="24"/>
              </w:rPr>
            </w:pPr>
            <w:r w:rsidRPr="0045208D">
              <w:rPr>
                <w:rStyle w:val="markedcontent"/>
                <w:rFonts w:ascii="Times New Roman" w:hAnsi="Times New Roman"/>
                <w:i/>
                <w:sz w:val="24"/>
                <w:szCs w:val="24"/>
              </w:rPr>
              <w:t>Konstytucyjne unormowania samorządowe w aspekcie</w:t>
            </w:r>
            <w:r w:rsidRPr="0045208D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45208D">
              <w:rPr>
                <w:rStyle w:val="markedcontent"/>
                <w:rFonts w:ascii="Times New Roman" w:hAnsi="Times New Roman"/>
                <w:i/>
                <w:sz w:val="24"/>
                <w:szCs w:val="24"/>
              </w:rPr>
              <w:t>odpowiedzialności finansowej za realizację zadań</w:t>
            </w:r>
            <w:r w:rsidRPr="0045208D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45208D">
              <w:rPr>
                <w:rStyle w:val="markedcontent"/>
                <w:rFonts w:ascii="Times New Roman" w:hAnsi="Times New Roman"/>
                <w:i/>
                <w:sz w:val="24"/>
                <w:szCs w:val="24"/>
              </w:rPr>
              <w:t xml:space="preserve">publicznych </w:t>
            </w:r>
            <w:r w:rsidRPr="0045208D">
              <w:rPr>
                <w:rStyle w:val="markedcontent"/>
                <w:rFonts w:ascii="Times New Roman" w:hAnsi="Times New Roman"/>
                <w:sz w:val="24"/>
                <w:szCs w:val="24"/>
              </w:rPr>
              <w:t xml:space="preserve">[w:] </w:t>
            </w:r>
            <w:r w:rsidRPr="0045208D">
              <w:rPr>
                <w:rStyle w:val="markedcontent"/>
                <w:rFonts w:ascii="Times New Roman" w:hAnsi="Times New Roman"/>
                <w:i/>
                <w:sz w:val="24"/>
                <w:szCs w:val="24"/>
              </w:rPr>
              <w:t>Odpowiedzialność samorządu terytorialnego w sferze społecznej i gospodarki przestrzennej,</w:t>
            </w:r>
            <w:r w:rsidRPr="0045208D">
              <w:rPr>
                <w:rStyle w:val="markedcontent"/>
                <w:rFonts w:ascii="Times New Roman" w:hAnsi="Times New Roman"/>
                <w:sz w:val="24"/>
                <w:szCs w:val="24"/>
              </w:rPr>
              <w:t xml:space="preserve"> M.Stec</w:t>
            </w:r>
            <w:r w:rsidRPr="0045208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45208D">
              <w:rPr>
                <w:rStyle w:val="markedcontent"/>
                <w:rFonts w:ascii="Times New Roman" w:hAnsi="Times New Roman"/>
                <w:sz w:val="24"/>
                <w:szCs w:val="24"/>
              </w:rPr>
              <w:t>K.Małysa-Sulińska, Wolters Kluwer 2023,</w:t>
            </w:r>
          </w:p>
          <w:p w14:paraId="52036D79" w14:textId="77777777" w:rsidR="00730A69" w:rsidRPr="0045208D" w:rsidRDefault="00730A69" w:rsidP="00D8621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kern w:val="36"/>
                <w:sz w:val="24"/>
                <w:szCs w:val="24"/>
              </w:rPr>
            </w:pPr>
            <w:r w:rsidRPr="0045208D">
              <w:rPr>
                <w:rFonts w:ascii="Times New Roman" w:eastAsia="Times New Roman" w:hAnsi="Times New Roman"/>
                <w:bCs/>
                <w:kern w:val="36"/>
                <w:sz w:val="24"/>
                <w:szCs w:val="24"/>
              </w:rPr>
              <w:t>P. Borszowski (red.), Prawo podatkowe z kazusami i pytaniami, Wolters Kluwer 2023,</w:t>
            </w:r>
          </w:p>
          <w:p w14:paraId="688BAAD3" w14:textId="77777777" w:rsidR="00730A69" w:rsidRPr="0045208D" w:rsidRDefault="00730A69" w:rsidP="00D8621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45208D">
              <w:rPr>
                <w:rFonts w:ascii="Times New Roman" w:hAnsi="Times New Roman"/>
                <w:sz w:val="24"/>
                <w:szCs w:val="24"/>
                <w:lang w:eastAsia="en-GB"/>
              </w:rPr>
              <w:t>E.</w:t>
            </w: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 </w:t>
            </w:r>
            <w:r w:rsidRPr="0045208D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Feret, </w:t>
            </w:r>
            <w:r w:rsidRPr="0045208D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>Finanse publiczne w Konstytucji Rzeczypospolitej Polskiej – „</w:t>
            </w:r>
            <w:r w:rsidRPr="0045208D">
              <w:rPr>
                <w:rFonts w:ascii="Times New Roman" w:hAnsi="Times New Roman"/>
                <w:sz w:val="24"/>
                <w:szCs w:val="24"/>
              </w:rPr>
              <w:t>PRZEGLĄD PRAWA KONSTYTUCYJNEGO” 2022</w:t>
            </w:r>
            <w:r w:rsidRPr="0045208D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 xml:space="preserve">, </w:t>
            </w:r>
            <w:r w:rsidRPr="0045208D">
              <w:rPr>
                <w:rFonts w:ascii="Times New Roman" w:hAnsi="Times New Roman"/>
                <w:sz w:val="24"/>
                <w:szCs w:val="24"/>
                <w:lang w:eastAsia="en-GB"/>
              </w:rPr>
              <w:t>Nr6 (70),</w:t>
            </w:r>
          </w:p>
          <w:p w14:paraId="512541C2" w14:textId="77777777" w:rsidR="00730A69" w:rsidRPr="0045208D" w:rsidRDefault="00730A69" w:rsidP="00D8621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5208D">
              <w:rPr>
                <w:rFonts w:ascii="Times New Roman" w:hAnsi="Times New Roman"/>
                <w:bCs/>
                <w:sz w:val="24"/>
                <w:szCs w:val="24"/>
              </w:rPr>
              <w:t xml:space="preserve">J. Wantoch-Rekowski, W. Morawski, P. Majka, </w:t>
            </w:r>
            <w:r w:rsidRPr="0045208D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Podstawy prawa finansów publicznych</w:t>
            </w:r>
            <w:r w:rsidRPr="0045208D">
              <w:rPr>
                <w:rFonts w:ascii="Times New Roman" w:hAnsi="Times New Roman"/>
                <w:bCs/>
                <w:sz w:val="24"/>
                <w:szCs w:val="24"/>
              </w:rPr>
              <w:t>, Warszawa</w:t>
            </w:r>
            <w:r w:rsidRPr="0045208D">
              <w:rPr>
                <w:rFonts w:ascii="Times New Roman" w:hAnsi="Times New Roman"/>
                <w:sz w:val="24"/>
                <w:szCs w:val="24"/>
              </w:rPr>
              <w:t xml:space="preserve"> Wolters Kluwer</w:t>
            </w:r>
            <w:r w:rsidRPr="0045208D">
              <w:rPr>
                <w:rFonts w:ascii="Times New Roman" w:hAnsi="Times New Roman"/>
                <w:bCs/>
                <w:sz w:val="24"/>
                <w:szCs w:val="24"/>
              </w:rPr>
              <w:t xml:space="preserve"> 2022,</w:t>
            </w:r>
          </w:p>
          <w:p w14:paraId="1D5898E7" w14:textId="097203AB" w:rsidR="00730A69" w:rsidRPr="0045208D" w:rsidRDefault="00730A69" w:rsidP="00D86217">
            <w:pPr>
              <w:pStyle w:val="Nagwek1"/>
              <w:spacing w:before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auto"/>
                <w:kern w:val="36"/>
                <w:sz w:val="24"/>
                <w:szCs w:val="24"/>
                <w:lang w:eastAsia="pl-PL"/>
              </w:rPr>
            </w:pPr>
            <w:r w:rsidRPr="0045208D">
              <w:rPr>
                <w:rFonts w:ascii="Times New Roman" w:eastAsia="Times New Roman" w:hAnsi="Times New Roman" w:cs="Times New Roman"/>
                <w:bCs/>
                <w:color w:val="auto"/>
                <w:kern w:val="36"/>
                <w:sz w:val="24"/>
                <w:szCs w:val="24"/>
                <w:lang w:eastAsia="pl-PL"/>
              </w:rPr>
              <w:lastRenderedPageBreak/>
              <w:t xml:space="preserve">A. Nowak-Far (red.), M. Frysztak, A. Mikos-Sitek, R. Oktaba, A. Partyka-Popiela, </w:t>
            </w:r>
            <w:r w:rsidRPr="0045208D">
              <w:rPr>
                <w:rFonts w:ascii="Times New Roman" w:eastAsia="Times New Roman" w:hAnsi="Times New Roman" w:cs="Times New Roman"/>
                <w:bCs/>
                <w:i/>
                <w:color w:val="auto"/>
                <w:kern w:val="36"/>
                <w:sz w:val="24"/>
                <w:szCs w:val="24"/>
                <w:lang w:eastAsia="pl-PL"/>
              </w:rPr>
              <w:t>Finanse publiczne i prawo finansowe,</w:t>
            </w:r>
            <w:r w:rsidRPr="0045208D">
              <w:rPr>
                <w:rFonts w:ascii="Times New Roman" w:eastAsia="Times New Roman" w:hAnsi="Times New Roman" w:cs="Times New Roman"/>
                <w:bCs/>
                <w:color w:val="auto"/>
                <w:kern w:val="36"/>
                <w:sz w:val="24"/>
                <w:szCs w:val="24"/>
                <w:lang w:eastAsia="pl-PL"/>
              </w:rPr>
              <w:t xml:space="preserve"> C.H.</w:t>
            </w:r>
            <w:r w:rsidR="00A211E2">
              <w:rPr>
                <w:rFonts w:ascii="Times New Roman" w:eastAsia="Times New Roman" w:hAnsi="Times New Roman" w:cs="Times New Roman"/>
                <w:bCs/>
                <w:color w:val="auto"/>
                <w:kern w:val="36"/>
                <w:sz w:val="24"/>
                <w:szCs w:val="24"/>
                <w:lang w:eastAsia="pl-PL"/>
              </w:rPr>
              <w:t xml:space="preserve"> </w:t>
            </w:r>
            <w:r w:rsidRPr="0045208D">
              <w:rPr>
                <w:rFonts w:ascii="Times New Roman" w:eastAsia="Times New Roman" w:hAnsi="Times New Roman" w:cs="Times New Roman"/>
                <w:bCs/>
                <w:color w:val="auto"/>
                <w:kern w:val="36"/>
                <w:sz w:val="24"/>
                <w:szCs w:val="24"/>
                <w:lang w:eastAsia="pl-PL"/>
              </w:rPr>
              <w:t>Beck 2020,</w:t>
            </w:r>
          </w:p>
          <w:p w14:paraId="6AEE9F32" w14:textId="77777777" w:rsidR="00730A69" w:rsidRPr="0045208D" w:rsidRDefault="00730A69" w:rsidP="00D86217">
            <w:pPr>
              <w:spacing w:after="0" w:line="240" w:lineRule="auto"/>
              <w:jc w:val="both"/>
              <w:rPr>
                <w:rFonts w:ascii="Times New Roman" w:hAnsi="Times New Roman"/>
                <w:iCs/>
                <w:spacing w:val="-2"/>
                <w:sz w:val="24"/>
                <w:szCs w:val="24"/>
              </w:rPr>
            </w:pPr>
            <w:r w:rsidRPr="0045208D">
              <w:rPr>
                <w:rFonts w:ascii="Times New Roman" w:hAnsi="Times New Roman"/>
                <w:iCs/>
                <w:spacing w:val="-2"/>
                <w:sz w:val="24"/>
                <w:szCs w:val="24"/>
              </w:rPr>
              <w:t>E.</w:t>
            </w:r>
            <w:r>
              <w:rPr>
                <w:rFonts w:ascii="Times New Roman" w:hAnsi="Times New Roman"/>
                <w:iCs/>
                <w:spacing w:val="-2"/>
                <w:sz w:val="24"/>
                <w:szCs w:val="24"/>
              </w:rPr>
              <w:t xml:space="preserve"> </w:t>
            </w:r>
            <w:r w:rsidRPr="0045208D">
              <w:rPr>
                <w:rFonts w:ascii="Times New Roman" w:hAnsi="Times New Roman"/>
                <w:iCs/>
                <w:spacing w:val="-2"/>
                <w:sz w:val="24"/>
                <w:szCs w:val="24"/>
              </w:rPr>
              <w:t>Feret,</w:t>
            </w:r>
            <w:r w:rsidRPr="0045208D">
              <w:rPr>
                <w:rFonts w:ascii="Times New Roman" w:hAnsi="Times New Roman"/>
                <w:i/>
                <w:iCs/>
                <w:spacing w:val="-2"/>
                <w:sz w:val="24"/>
                <w:szCs w:val="24"/>
              </w:rPr>
              <w:t xml:space="preserve"> Koncepcje i teorie samorządności terytorialnej</w:t>
            </w:r>
            <w:r w:rsidRPr="004520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5208D">
              <w:rPr>
                <w:rFonts w:ascii="Times New Roman" w:hAnsi="Times New Roman"/>
                <w:i/>
                <w:iCs/>
                <w:spacing w:val="-2"/>
                <w:sz w:val="24"/>
                <w:szCs w:val="24"/>
              </w:rPr>
              <w:t>na przykładzie wybranych państw i Polski</w:t>
            </w:r>
            <w:r w:rsidRPr="004520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5208D">
              <w:rPr>
                <w:rFonts w:ascii="Times New Roman" w:hAnsi="Times New Roman"/>
                <w:i/>
                <w:iCs/>
                <w:spacing w:val="-2"/>
                <w:sz w:val="24"/>
                <w:szCs w:val="24"/>
              </w:rPr>
              <w:t xml:space="preserve">z uwzględnieniem kwestii finansowania ich działalności, </w:t>
            </w:r>
            <w:r w:rsidRPr="0045208D">
              <w:rPr>
                <w:rFonts w:ascii="Times New Roman" w:hAnsi="Times New Roman"/>
                <w:iCs/>
                <w:spacing w:val="-2"/>
                <w:sz w:val="24"/>
                <w:szCs w:val="24"/>
              </w:rPr>
              <w:t>Uniwersytet Rzeszowski 2019</w:t>
            </w:r>
            <w:r>
              <w:rPr>
                <w:rFonts w:ascii="Times New Roman" w:hAnsi="Times New Roman"/>
                <w:iCs/>
                <w:spacing w:val="-2"/>
                <w:sz w:val="24"/>
                <w:szCs w:val="24"/>
              </w:rPr>
              <w:t>.</w:t>
            </w:r>
          </w:p>
          <w:p w14:paraId="5F5E33BA" w14:textId="77777777" w:rsidR="00730A69" w:rsidRPr="0045208D" w:rsidRDefault="00730A69" w:rsidP="00D862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</w:p>
          <w:p w14:paraId="3BF35C6F" w14:textId="77777777" w:rsidR="00730A69" w:rsidRPr="00A76E3A" w:rsidRDefault="00730A69" w:rsidP="00D86217">
            <w:pPr>
              <w:spacing w:after="0" w:line="240" w:lineRule="auto"/>
              <w:outlineLvl w:val="0"/>
              <w:rPr>
                <w:rFonts w:ascii="Corbel" w:hAnsi="Corbel"/>
                <w:sz w:val="24"/>
                <w:szCs w:val="24"/>
              </w:rPr>
            </w:pPr>
          </w:p>
        </w:tc>
      </w:tr>
      <w:tr w:rsidR="00730A69" w:rsidRPr="00A76E3A" w14:paraId="51E50994" w14:textId="77777777" w:rsidTr="00D86217">
        <w:trPr>
          <w:trHeight w:val="397"/>
        </w:trPr>
        <w:tc>
          <w:tcPr>
            <w:tcW w:w="9155" w:type="dxa"/>
          </w:tcPr>
          <w:p w14:paraId="3495576D" w14:textId="77777777" w:rsidR="00730A69" w:rsidRDefault="00730A69" w:rsidP="00D86217">
            <w:pPr>
              <w:pStyle w:val="Punktygwne"/>
              <w:spacing w:before="0" w:after="0" w:line="256" w:lineRule="auto"/>
              <w:jc w:val="both"/>
              <w:rPr>
                <w:szCs w:val="24"/>
              </w:rPr>
            </w:pPr>
            <w:r w:rsidRPr="009151C4">
              <w:rPr>
                <w:szCs w:val="24"/>
              </w:rPr>
              <w:lastRenderedPageBreak/>
              <w:t>Literatura uzupełniająca:</w:t>
            </w:r>
          </w:p>
          <w:p w14:paraId="6047B17C" w14:textId="77777777" w:rsidR="00730A69" w:rsidRPr="009151C4" w:rsidRDefault="00730A69" w:rsidP="00D86217">
            <w:pPr>
              <w:pStyle w:val="Punktygwne"/>
              <w:spacing w:before="0" w:after="0" w:line="256" w:lineRule="auto"/>
              <w:jc w:val="both"/>
              <w:rPr>
                <w:szCs w:val="24"/>
              </w:rPr>
            </w:pPr>
          </w:p>
          <w:p w14:paraId="3970DE6E" w14:textId="7603601B" w:rsidR="00730A69" w:rsidRPr="00FB4B17" w:rsidRDefault="00730A69" w:rsidP="00D86217">
            <w:pPr>
              <w:pStyle w:val="Punktygwne"/>
              <w:spacing w:before="0" w:after="0"/>
              <w:jc w:val="both"/>
              <w:rPr>
                <w:b w:val="0"/>
                <w:szCs w:val="24"/>
              </w:rPr>
            </w:pPr>
            <w:r w:rsidRPr="00FB4B17">
              <w:rPr>
                <w:b w:val="0"/>
                <w:smallCaps w:val="0"/>
                <w:color w:val="000000"/>
                <w:szCs w:val="24"/>
              </w:rPr>
              <w:t>E.</w:t>
            </w:r>
            <w:r w:rsidR="00A211E2">
              <w:rPr>
                <w:b w:val="0"/>
                <w:smallCaps w:val="0"/>
                <w:color w:val="000000"/>
                <w:szCs w:val="24"/>
              </w:rPr>
              <w:t xml:space="preserve"> </w:t>
            </w:r>
            <w:r w:rsidRPr="00FB4B17">
              <w:rPr>
                <w:b w:val="0"/>
                <w:smallCaps w:val="0"/>
                <w:color w:val="000000"/>
                <w:szCs w:val="24"/>
              </w:rPr>
              <w:t>Feret,</w:t>
            </w:r>
            <w:r>
              <w:rPr>
                <w:b w:val="0"/>
                <w:smallCaps w:val="0"/>
                <w:color w:val="000000"/>
                <w:szCs w:val="24"/>
              </w:rPr>
              <w:t xml:space="preserve"> </w:t>
            </w:r>
            <w:r w:rsidRPr="00FB4B17">
              <w:rPr>
                <w:b w:val="0"/>
                <w:i/>
                <w:szCs w:val="24"/>
              </w:rPr>
              <w:t xml:space="preserve">WIELOASPEKTOWOŚĆ FUNKCJONOWANIA SAMORZĄDU TERYTORIALNEGO WE WSPÓŁCZESNYM ŚWIECIE - ASPEKTY PRAWNO FINANSOWE </w:t>
            </w:r>
            <w:r w:rsidRPr="00FB4B17">
              <w:rPr>
                <w:b w:val="0"/>
                <w:szCs w:val="24"/>
              </w:rPr>
              <w:t xml:space="preserve">[W:] </w:t>
            </w:r>
            <w:r w:rsidRPr="00FB4B17">
              <w:rPr>
                <w:b w:val="0"/>
                <w:i/>
                <w:szCs w:val="24"/>
              </w:rPr>
              <w:t xml:space="preserve">WSPÓLNOTOWY WYMIAR SAMORZĄDU TERYTORIALNEGO. RZECZYWISTOŚĆ A OCZEKIWANIA, </w:t>
            </w:r>
            <w:r w:rsidRPr="00FB4B17">
              <w:rPr>
                <w:b w:val="0"/>
                <w:szCs w:val="24"/>
              </w:rPr>
              <w:t>(RED.) M.STEC, K. MAŁYSA-SULIŃSKA, WOLTERS KLUWER 2022,</w:t>
            </w:r>
          </w:p>
          <w:p w14:paraId="3A11E985" w14:textId="7A8AD35B" w:rsidR="00730A69" w:rsidRPr="00FB4B17" w:rsidRDefault="00730A69" w:rsidP="00D86217">
            <w:pPr>
              <w:pStyle w:val="Punktygwne"/>
              <w:spacing w:before="0" w:after="0"/>
              <w:jc w:val="both"/>
              <w:rPr>
                <w:b w:val="0"/>
                <w:smallCaps w:val="0"/>
                <w:color w:val="000000"/>
                <w:szCs w:val="24"/>
              </w:rPr>
            </w:pPr>
            <w:r>
              <w:rPr>
                <w:b w:val="0"/>
                <w:szCs w:val="24"/>
              </w:rPr>
              <w:t>E.</w:t>
            </w:r>
            <w:r w:rsidR="00A211E2">
              <w:rPr>
                <w:b w:val="0"/>
                <w:szCs w:val="24"/>
              </w:rPr>
              <w:t xml:space="preserve"> </w:t>
            </w:r>
            <w:r>
              <w:rPr>
                <w:b w:val="0"/>
                <w:szCs w:val="24"/>
              </w:rPr>
              <w:t>Feret</w:t>
            </w:r>
            <w:r w:rsidRPr="00FB4B17">
              <w:rPr>
                <w:b w:val="0"/>
                <w:szCs w:val="24"/>
              </w:rPr>
              <w:t xml:space="preserve">, </w:t>
            </w:r>
            <w:r w:rsidRPr="00FB4B17">
              <w:rPr>
                <w:b w:val="0"/>
                <w:i/>
                <w:szCs w:val="24"/>
              </w:rPr>
              <w:t xml:space="preserve">FINANSOWE ASPEKTY GOSPODARKI KOMUNALNEJ Z UWZGLĘDNIENIEM SPECYFIKI POSZCZEGÓLNYCH SZCZEBLI SAMORZĄDOWYCH </w:t>
            </w:r>
            <w:r w:rsidRPr="00FB4B17">
              <w:rPr>
                <w:b w:val="0"/>
                <w:szCs w:val="24"/>
              </w:rPr>
              <w:t xml:space="preserve">[W:] </w:t>
            </w:r>
            <w:r w:rsidRPr="00FB4B17">
              <w:rPr>
                <w:b w:val="0"/>
                <w:i/>
                <w:szCs w:val="24"/>
              </w:rPr>
              <w:t>KSIĘGA JUBILEUSZOWA PROFESORA MIROSŁAWA STECA W POSZUKIWANIU DOBREGO PRAWA</w:t>
            </w:r>
            <w:r w:rsidRPr="00FB4B17">
              <w:rPr>
                <w:b w:val="0"/>
                <w:szCs w:val="24"/>
              </w:rPr>
              <w:t xml:space="preserve">, TOM I </w:t>
            </w:r>
            <w:r w:rsidRPr="00FB4B17">
              <w:rPr>
                <w:b w:val="0"/>
                <w:i/>
                <w:szCs w:val="24"/>
              </w:rPr>
              <w:t>PERSPEKTYWA PUBLICZNOPRAWNA</w:t>
            </w:r>
            <w:r w:rsidRPr="00FB4B17">
              <w:rPr>
                <w:b w:val="0"/>
                <w:szCs w:val="24"/>
              </w:rPr>
              <w:t xml:space="preserve"> (RED.) K.MAŁYSA-SULIŃSKA, M.SPYRA, A.SZUMAŃSKI, WOLTERS KLUWER 2022,</w:t>
            </w:r>
          </w:p>
          <w:p w14:paraId="5C3858B3" w14:textId="77777777" w:rsidR="00730A69" w:rsidRPr="00FB4B17" w:rsidRDefault="00730A69" w:rsidP="00D86217">
            <w:pPr>
              <w:pStyle w:val="Punktygwne"/>
              <w:spacing w:before="0" w:after="0"/>
              <w:jc w:val="both"/>
              <w:rPr>
                <w:b w:val="0"/>
                <w:smallCaps w:val="0"/>
                <w:color w:val="000000"/>
                <w:szCs w:val="24"/>
              </w:rPr>
            </w:pPr>
            <w:r w:rsidRPr="00FB4B17">
              <w:rPr>
                <w:b w:val="0"/>
                <w:smallCaps w:val="0"/>
                <w:color w:val="000000"/>
                <w:szCs w:val="24"/>
              </w:rPr>
              <w:t>Z. Ofiarski (red</w:t>
            </w:r>
            <w:r w:rsidRPr="00FB4B17">
              <w:rPr>
                <w:b w:val="0"/>
                <w:i/>
                <w:smallCaps w:val="0"/>
                <w:color w:val="000000"/>
                <w:szCs w:val="24"/>
              </w:rPr>
              <w:t>.), Ustawa o finansach publicznych. Komentarz</w:t>
            </w:r>
            <w:r w:rsidRPr="00FB4B17">
              <w:rPr>
                <w:b w:val="0"/>
                <w:smallCaps w:val="0"/>
                <w:color w:val="000000"/>
                <w:szCs w:val="24"/>
              </w:rPr>
              <w:t xml:space="preserve">, Warszawa 2020, </w:t>
            </w:r>
          </w:p>
          <w:p w14:paraId="78AFAC82" w14:textId="77777777" w:rsidR="00730A69" w:rsidRPr="00FB4B17" w:rsidRDefault="00000000" w:rsidP="00D8621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hyperlink r:id="rId8" w:tgtFrame="_self" w:tooltip="Arkadiusz Babczuk" w:history="1">
              <w:r w:rsidR="00730A69" w:rsidRPr="00FB4B17">
                <w:rPr>
                  <w:rFonts w:ascii="Times New Roman" w:eastAsia="Times New Roman" w:hAnsi="Times New Roman"/>
                  <w:sz w:val="24"/>
                  <w:szCs w:val="24"/>
                  <w:lang w:eastAsia="pl-PL"/>
                </w:rPr>
                <w:t>A. Babczuk (red.), </w:t>
              </w:r>
            </w:hyperlink>
            <w:r w:rsidR="00730A69" w:rsidRPr="00FB4B17">
              <w:rPr>
                <w:rFonts w:ascii="Times New Roman" w:eastAsia="Times New Roman" w:hAnsi="Times New Roman"/>
                <w:i/>
                <w:kern w:val="36"/>
                <w:sz w:val="24"/>
                <w:szCs w:val="24"/>
                <w:lang w:eastAsia="pl-PL"/>
              </w:rPr>
              <w:t>Dyscyplina finansów publicznych. Aktualne problemy w systemie odpowiedzialności,</w:t>
            </w:r>
            <w:r w:rsidR="00730A69" w:rsidRPr="00FB4B17">
              <w:rPr>
                <w:rFonts w:ascii="Times New Roman" w:eastAsia="Times New Roman" w:hAnsi="Times New Roman"/>
                <w:kern w:val="36"/>
                <w:sz w:val="24"/>
                <w:szCs w:val="24"/>
                <w:lang w:eastAsia="pl-PL"/>
              </w:rPr>
              <w:t xml:space="preserve"> Wolters Kluwer 2020,</w:t>
            </w:r>
          </w:p>
          <w:p w14:paraId="443D64E0" w14:textId="77777777" w:rsidR="00304EDF" w:rsidRDefault="00730A69" w:rsidP="00D86217">
            <w:pPr>
              <w:pStyle w:val="Punktygwne"/>
              <w:spacing w:before="0" w:after="0"/>
              <w:jc w:val="both"/>
              <w:rPr>
                <w:b w:val="0"/>
                <w:color w:val="000000"/>
                <w:szCs w:val="24"/>
              </w:rPr>
            </w:pPr>
            <w:r w:rsidRPr="00FB4B17">
              <w:rPr>
                <w:b w:val="0"/>
                <w:smallCaps w:val="0"/>
                <w:color w:val="000000"/>
                <w:szCs w:val="24"/>
              </w:rPr>
              <w:t xml:space="preserve">E. Ruśkowski, </w:t>
            </w:r>
            <w:r w:rsidRPr="00FB4B17">
              <w:rPr>
                <w:b w:val="0"/>
                <w:i/>
                <w:smallCaps w:val="0"/>
                <w:color w:val="000000"/>
                <w:szCs w:val="24"/>
              </w:rPr>
              <w:t>Finanse publiczne i prawo finansowe: instrumenty prawnofinansowe i warunki ich stosowania</w:t>
            </w:r>
            <w:r w:rsidRPr="00FB4B17">
              <w:rPr>
                <w:b w:val="0"/>
                <w:smallCaps w:val="0"/>
                <w:color w:val="000000"/>
                <w:szCs w:val="24"/>
              </w:rPr>
              <w:t>, Białystok 2018,</w:t>
            </w:r>
          </w:p>
          <w:p w14:paraId="0679DD22" w14:textId="37A15B6E" w:rsidR="00730A69" w:rsidRPr="00FB4B17" w:rsidRDefault="00730A69" w:rsidP="00D86217">
            <w:pPr>
              <w:pStyle w:val="Punktygwne"/>
              <w:spacing w:before="0" w:after="0"/>
              <w:jc w:val="both"/>
              <w:rPr>
                <w:b w:val="0"/>
                <w:smallCaps w:val="0"/>
                <w:color w:val="000000"/>
                <w:szCs w:val="24"/>
              </w:rPr>
            </w:pPr>
            <w:r w:rsidRPr="00FB4B17">
              <w:rPr>
                <w:b w:val="0"/>
                <w:smallCaps w:val="0"/>
                <w:color w:val="000000"/>
                <w:szCs w:val="24"/>
              </w:rPr>
              <w:t xml:space="preserve">T. Dębowska-Romanowska, </w:t>
            </w:r>
            <w:r w:rsidRPr="00FB4B17">
              <w:rPr>
                <w:b w:val="0"/>
                <w:i/>
                <w:smallCaps w:val="0"/>
                <w:color w:val="000000"/>
                <w:szCs w:val="24"/>
              </w:rPr>
              <w:t>Prawo finansowe. Część konstytucyjna wraz z częścią ogólną</w:t>
            </w:r>
            <w:r>
              <w:rPr>
                <w:b w:val="0"/>
                <w:smallCaps w:val="0"/>
                <w:color w:val="000000"/>
                <w:szCs w:val="24"/>
              </w:rPr>
              <w:t>, Warszawa 2010.</w:t>
            </w:r>
          </w:p>
          <w:p w14:paraId="0C251608" w14:textId="77777777" w:rsidR="00730A69" w:rsidRPr="00A76E3A" w:rsidRDefault="00730A69" w:rsidP="00D86217">
            <w:pPr>
              <w:pStyle w:val="Nagwek1"/>
              <w:shd w:val="clear" w:color="auto" w:fill="FFFFFF"/>
              <w:spacing w:before="0" w:line="240" w:lineRule="auto"/>
              <w:rPr>
                <w:rFonts w:ascii="Times New Roman" w:eastAsia="Times New Roman" w:hAnsi="Times New Roman" w:cs="Times New Roman"/>
                <w:i/>
                <w:iCs/>
                <w:color w:val="auto"/>
                <w:kern w:val="36"/>
                <w:sz w:val="24"/>
                <w:szCs w:val="24"/>
                <w:lang w:eastAsia="pl-PL"/>
              </w:rPr>
            </w:pPr>
          </w:p>
          <w:p w14:paraId="05CAD89F" w14:textId="77777777" w:rsidR="00730A69" w:rsidRPr="00A76E3A" w:rsidRDefault="00730A69" w:rsidP="00D86217">
            <w:pPr>
              <w:pStyle w:val="Nagwek1"/>
              <w:shd w:val="clear" w:color="auto" w:fill="FFFFFF"/>
              <w:spacing w:before="0" w:line="240" w:lineRule="auto"/>
              <w:rPr>
                <w:rFonts w:ascii="Times New Roman" w:eastAsia="Times New Roman" w:hAnsi="Times New Roman" w:cs="Times New Roman"/>
                <w:i/>
                <w:iCs/>
                <w:color w:val="auto"/>
                <w:kern w:val="36"/>
                <w:sz w:val="24"/>
                <w:szCs w:val="24"/>
                <w:lang w:eastAsia="pl-PL"/>
              </w:rPr>
            </w:pPr>
          </w:p>
        </w:tc>
      </w:tr>
    </w:tbl>
    <w:p w14:paraId="18D3F936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70C542D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F0607BB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89C3D3" w14:textId="77777777" w:rsidR="00C13B05" w:rsidRDefault="00C13B05" w:rsidP="00C16ABF">
      <w:pPr>
        <w:spacing w:after="0" w:line="240" w:lineRule="auto"/>
      </w:pPr>
      <w:r>
        <w:separator/>
      </w:r>
    </w:p>
  </w:endnote>
  <w:endnote w:type="continuationSeparator" w:id="0">
    <w:p w14:paraId="4F2577EC" w14:textId="77777777" w:rsidR="00C13B05" w:rsidRDefault="00C13B0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E59B98" w14:textId="77777777" w:rsidR="00C13B05" w:rsidRDefault="00C13B05" w:rsidP="00C16ABF">
      <w:pPr>
        <w:spacing w:after="0" w:line="240" w:lineRule="auto"/>
      </w:pPr>
      <w:r>
        <w:separator/>
      </w:r>
    </w:p>
  </w:footnote>
  <w:footnote w:type="continuationSeparator" w:id="0">
    <w:p w14:paraId="5B458278" w14:textId="77777777" w:rsidR="00C13B05" w:rsidRDefault="00C13B05" w:rsidP="00C16ABF">
      <w:pPr>
        <w:spacing w:after="0" w:line="240" w:lineRule="auto"/>
      </w:pPr>
      <w:r>
        <w:continuationSeparator/>
      </w:r>
    </w:p>
  </w:footnote>
  <w:footnote w:id="1">
    <w:p w14:paraId="3FEDC99C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5887132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6D8A"/>
    <w:rsid w:val="000F1C57"/>
    <w:rsid w:val="000F5615"/>
    <w:rsid w:val="001045A1"/>
    <w:rsid w:val="001100D3"/>
    <w:rsid w:val="00124BFF"/>
    <w:rsid w:val="0012560E"/>
    <w:rsid w:val="00127108"/>
    <w:rsid w:val="00134B13"/>
    <w:rsid w:val="00146266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530D"/>
    <w:rsid w:val="00187034"/>
    <w:rsid w:val="00192F37"/>
    <w:rsid w:val="001A70D2"/>
    <w:rsid w:val="001A79A2"/>
    <w:rsid w:val="001C6C0E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57EED"/>
    <w:rsid w:val="00270F3B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21FD"/>
    <w:rsid w:val="002F4ABE"/>
    <w:rsid w:val="003018BA"/>
    <w:rsid w:val="0030395F"/>
    <w:rsid w:val="00304ED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F0E"/>
    <w:rsid w:val="004D31C0"/>
    <w:rsid w:val="004D5282"/>
    <w:rsid w:val="004E524D"/>
    <w:rsid w:val="004F1551"/>
    <w:rsid w:val="004F55A3"/>
    <w:rsid w:val="0050496F"/>
    <w:rsid w:val="00511744"/>
    <w:rsid w:val="00513B6F"/>
    <w:rsid w:val="00517C63"/>
    <w:rsid w:val="00523CD3"/>
    <w:rsid w:val="005363C4"/>
    <w:rsid w:val="00536BDE"/>
    <w:rsid w:val="00543ACC"/>
    <w:rsid w:val="0056696D"/>
    <w:rsid w:val="005751BC"/>
    <w:rsid w:val="0059484D"/>
    <w:rsid w:val="005A0855"/>
    <w:rsid w:val="005A3196"/>
    <w:rsid w:val="005C080F"/>
    <w:rsid w:val="005C55E5"/>
    <w:rsid w:val="005C696A"/>
    <w:rsid w:val="005E6E85"/>
    <w:rsid w:val="005F31D2"/>
    <w:rsid w:val="005F76A3"/>
    <w:rsid w:val="0061029B"/>
    <w:rsid w:val="00617230"/>
    <w:rsid w:val="0062025F"/>
    <w:rsid w:val="00621CE1"/>
    <w:rsid w:val="00624A7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0A6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457C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86C7A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46CC"/>
    <w:rsid w:val="008F6E29"/>
    <w:rsid w:val="00916188"/>
    <w:rsid w:val="00923D7D"/>
    <w:rsid w:val="00940F5A"/>
    <w:rsid w:val="009508DF"/>
    <w:rsid w:val="00950DAC"/>
    <w:rsid w:val="00954A07"/>
    <w:rsid w:val="00997F14"/>
    <w:rsid w:val="009A78D9"/>
    <w:rsid w:val="009C3E31"/>
    <w:rsid w:val="009C54AE"/>
    <w:rsid w:val="009C788E"/>
    <w:rsid w:val="009D133B"/>
    <w:rsid w:val="009D3F3B"/>
    <w:rsid w:val="009E0543"/>
    <w:rsid w:val="009E3B41"/>
    <w:rsid w:val="009E66AA"/>
    <w:rsid w:val="009F3C5C"/>
    <w:rsid w:val="009F4610"/>
    <w:rsid w:val="00A00ECC"/>
    <w:rsid w:val="00A155EE"/>
    <w:rsid w:val="00A211E2"/>
    <w:rsid w:val="00A2245B"/>
    <w:rsid w:val="00A30110"/>
    <w:rsid w:val="00A36899"/>
    <w:rsid w:val="00A371F6"/>
    <w:rsid w:val="00A43BF6"/>
    <w:rsid w:val="00A465F3"/>
    <w:rsid w:val="00A53FA5"/>
    <w:rsid w:val="00A54817"/>
    <w:rsid w:val="00A601C8"/>
    <w:rsid w:val="00A60799"/>
    <w:rsid w:val="00A84C85"/>
    <w:rsid w:val="00A91E0E"/>
    <w:rsid w:val="00A97DE1"/>
    <w:rsid w:val="00AB053C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B06142"/>
    <w:rsid w:val="00B135B1"/>
    <w:rsid w:val="00B1435F"/>
    <w:rsid w:val="00B169DF"/>
    <w:rsid w:val="00B3130B"/>
    <w:rsid w:val="00B37B59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3610"/>
    <w:rsid w:val="00B90885"/>
    <w:rsid w:val="00BA2F31"/>
    <w:rsid w:val="00BB520A"/>
    <w:rsid w:val="00BD3869"/>
    <w:rsid w:val="00BD66E9"/>
    <w:rsid w:val="00BD6FF4"/>
    <w:rsid w:val="00BF2C41"/>
    <w:rsid w:val="00C058B4"/>
    <w:rsid w:val="00C05F44"/>
    <w:rsid w:val="00C131B5"/>
    <w:rsid w:val="00C13B0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7FAC"/>
    <w:rsid w:val="00CD6897"/>
    <w:rsid w:val="00CE5BAC"/>
    <w:rsid w:val="00CF25BE"/>
    <w:rsid w:val="00CF78ED"/>
    <w:rsid w:val="00D02B25"/>
    <w:rsid w:val="00D02EBA"/>
    <w:rsid w:val="00D04814"/>
    <w:rsid w:val="00D17C3C"/>
    <w:rsid w:val="00D26B2C"/>
    <w:rsid w:val="00D3397B"/>
    <w:rsid w:val="00D352C9"/>
    <w:rsid w:val="00D425B2"/>
    <w:rsid w:val="00D428D6"/>
    <w:rsid w:val="00D552B2"/>
    <w:rsid w:val="00D608D1"/>
    <w:rsid w:val="00D6175E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3AAC"/>
    <w:rsid w:val="00F05CBA"/>
    <w:rsid w:val="00F070AB"/>
    <w:rsid w:val="00F17567"/>
    <w:rsid w:val="00F27A7B"/>
    <w:rsid w:val="00F526AF"/>
    <w:rsid w:val="00F617C3"/>
    <w:rsid w:val="00F61A26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21E793"/>
  <w15:docId w15:val="{5B203740-EDEA-4FDA-A27E-6B20B46281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8703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18703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customStyle="1" w:styleId="markedcontent">
    <w:name w:val="markedcontent"/>
    <w:rsid w:val="00730A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rofinfo.pl/autorzy/arkadiusz-babczuk,34255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E169DE-0C78-4A27-BC43-457650D7E3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8</Pages>
  <Words>1937</Words>
  <Characters>11627</Characters>
  <Application>Microsoft Office Word</Application>
  <DocSecurity>0</DocSecurity>
  <Lines>96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Piotr Tadla</cp:lastModifiedBy>
  <cp:revision>5</cp:revision>
  <cp:lastPrinted>2019-02-06T12:12:00Z</cp:lastPrinted>
  <dcterms:created xsi:type="dcterms:W3CDTF">2023-10-16T09:13:00Z</dcterms:created>
  <dcterms:modified xsi:type="dcterms:W3CDTF">2023-10-30T12:24:00Z</dcterms:modified>
</cp:coreProperties>
</file>